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39" w:rsidRPr="00764A00" w:rsidRDefault="00601239" w:rsidP="00601239">
      <w:pPr>
        <w:pStyle w:val="b0t8"/>
        <w:numPr>
          <w:ilvl w:val="0"/>
          <w:numId w:val="0"/>
        </w:numPr>
        <w:tabs>
          <w:tab w:val="center" w:pos="4762"/>
        </w:tabs>
        <w:rPr>
          <w:rFonts w:ascii="Calibri" w:hAnsi="Calibri" w:cs="Calibri"/>
          <w:noProof/>
          <w:lang w:val="hu-HU"/>
        </w:rPr>
      </w:pPr>
      <w:bookmarkStart w:id="0" w:name="_GoBack"/>
      <w:bookmarkEnd w:id="0"/>
    </w:p>
    <w:p w:rsidR="00601239" w:rsidRPr="008A66D3" w:rsidRDefault="00601239" w:rsidP="00601239">
      <w:pPr>
        <w:pStyle w:val="b0t8"/>
        <w:numPr>
          <w:ilvl w:val="0"/>
          <w:numId w:val="0"/>
        </w:numPr>
        <w:tabs>
          <w:tab w:val="center" w:pos="4762"/>
        </w:tabs>
        <w:rPr>
          <w:rFonts w:ascii="Calibri" w:hAnsi="Calibri" w:cs="Calibri"/>
          <w:noProof/>
          <w:lang w:val="hu-HU"/>
        </w:rPr>
      </w:pPr>
      <w:r>
        <w:rPr>
          <w:noProof/>
          <w:lang w:val="hu-HU" w:eastAsia="hu-HU" w:bidi="ar-SA"/>
        </w:rPr>
        <w:drawing>
          <wp:anchor distT="0" distB="0" distL="114300" distR="114300" simplePos="0" relativeHeight="251662336" behindDoc="0" locked="0" layoutInCell="1" allowOverlap="1" wp14:anchorId="227AB3CE" wp14:editId="58509C76">
            <wp:simplePos x="0" y="0"/>
            <wp:positionH relativeFrom="column">
              <wp:posOffset>2886075</wp:posOffset>
            </wp:positionH>
            <wp:positionV relativeFrom="paragraph">
              <wp:posOffset>-527685</wp:posOffset>
            </wp:positionV>
            <wp:extent cx="1021080" cy="899160"/>
            <wp:effectExtent l="0" t="0" r="7620" b="0"/>
            <wp:wrapNone/>
            <wp:docPr id="7" name="Kép 7" descr="clarit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" descr="clarity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hu-HU" w:eastAsia="hu-HU" w:bidi="ar-SA"/>
        </w:rPr>
        <w:drawing>
          <wp:anchor distT="0" distB="0" distL="114300" distR="114300" simplePos="0" relativeHeight="251659264" behindDoc="0" locked="0" layoutInCell="1" allowOverlap="1" wp14:anchorId="278F354F" wp14:editId="3BFCD464">
            <wp:simplePos x="0" y="0"/>
            <wp:positionH relativeFrom="column">
              <wp:posOffset>-8890</wp:posOffset>
            </wp:positionH>
            <wp:positionV relativeFrom="paragraph">
              <wp:posOffset>-167005</wp:posOffset>
            </wp:positionV>
            <wp:extent cx="2453005" cy="735330"/>
            <wp:effectExtent l="0" t="0" r="4445" b="7620"/>
            <wp:wrapNone/>
            <wp:docPr id="6" name="Kép 6" descr="Leírás: uszt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uszt_logo_rg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hu-HU" w:eastAsia="hu-HU" w:bidi="ar-SA"/>
        </w:rPr>
        <w:drawing>
          <wp:anchor distT="0" distB="0" distL="114300" distR="114300" simplePos="0" relativeHeight="251660288" behindDoc="0" locked="0" layoutInCell="1" allowOverlap="1" wp14:anchorId="6D6CDF1C" wp14:editId="04B82CC3">
            <wp:simplePos x="0" y="0"/>
            <wp:positionH relativeFrom="column">
              <wp:posOffset>4694555</wp:posOffset>
            </wp:positionH>
            <wp:positionV relativeFrom="paragraph">
              <wp:posOffset>-288925</wp:posOffset>
            </wp:positionV>
            <wp:extent cx="1346200" cy="840105"/>
            <wp:effectExtent l="0" t="0" r="6350" b="0"/>
            <wp:wrapNone/>
            <wp:docPr id="5" name="Kép 5" descr="KIFÜ_szöveggell_490x310x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IFÜ_szöveggell_490x310x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6D3">
        <w:rPr>
          <w:rFonts w:ascii="Calibri" w:hAnsi="Calibri" w:cs="Calibri"/>
          <w:noProof/>
          <w:lang w:val="hu-HU"/>
        </w:rPr>
        <w:tab/>
      </w:r>
    </w:p>
    <w:p w:rsidR="00601239" w:rsidRPr="008A66D3" w:rsidRDefault="00601239" w:rsidP="00601239">
      <w:pPr>
        <w:pStyle w:val="b0t8"/>
        <w:numPr>
          <w:ilvl w:val="0"/>
          <w:numId w:val="0"/>
        </w:numPr>
        <w:ind w:left="1440"/>
        <w:rPr>
          <w:rFonts w:ascii="Calibri" w:hAnsi="Calibri" w:cs="Calibri"/>
          <w:noProof/>
          <w:lang w:val="hu-HU"/>
        </w:rPr>
      </w:pPr>
      <w:r>
        <w:rPr>
          <w:noProof/>
          <w:lang w:val="hu-HU" w:eastAsia="hu-HU" w:bidi="ar-SA"/>
        </w:rPr>
        <w:drawing>
          <wp:anchor distT="0" distB="0" distL="114300" distR="114300" simplePos="0" relativeHeight="251663360" behindDoc="0" locked="0" layoutInCell="1" allowOverlap="1" wp14:anchorId="2899E46C" wp14:editId="32DCC3D3">
            <wp:simplePos x="0" y="0"/>
            <wp:positionH relativeFrom="column">
              <wp:posOffset>2854960</wp:posOffset>
            </wp:positionH>
            <wp:positionV relativeFrom="paragraph">
              <wp:posOffset>87630</wp:posOffset>
            </wp:positionV>
            <wp:extent cx="1076325" cy="390525"/>
            <wp:effectExtent l="0" t="0" r="9525" b="9525"/>
            <wp:wrapThrough wrapText="bothSides">
              <wp:wrapPolygon edited="0">
                <wp:start x="0" y="0"/>
                <wp:lineTo x="0" y="21073"/>
                <wp:lineTo x="21409" y="21073"/>
                <wp:lineTo x="21409" y="0"/>
                <wp:lineTo x="0" y="0"/>
              </wp:wrapPolygon>
            </wp:wrapThrough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239" w:rsidRPr="008A66D3" w:rsidRDefault="00601239" w:rsidP="00601239">
      <w:pPr>
        <w:pStyle w:val="b0t8"/>
        <w:numPr>
          <w:ilvl w:val="0"/>
          <w:numId w:val="0"/>
        </w:numPr>
        <w:ind w:left="1440"/>
        <w:rPr>
          <w:rFonts w:ascii="Calibri" w:hAnsi="Calibri" w:cs="Calibri"/>
          <w:noProof/>
          <w:lang w:val="hu-HU"/>
        </w:rPr>
      </w:pPr>
    </w:p>
    <w:p w:rsidR="00601239" w:rsidRPr="008A66D3" w:rsidRDefault="00601239" w:rsidP="00601239">
      <w:pPr>
        <w:pStyle w:val="Cmek"/>
        <w:jc w:val="both"/>
        <w:rPr>
          <w:rFonts w:ascii="Arial" w:hAnsi="Arial"/>
        </w:rPr>
      </w:pPr>
    </w:p>
    <w:p w:rsidR="00601239" w:rsidRPr="00F8260C" w:rsidRDefault="00601239" w:rsidP="00601239">
      <w:pPr>
        <w:pStyle w:val="Cmek"/>
        <w:rPr>
          <w:rFonts w:ascii="Arial" w:hAnsi="Arial"/>
          <w:sz w:val="36"/>
          <w:szCs w:val="36"/>
        </w:rPr>
      </w:pPr>
      <w:r w:rsidRPr="00F8260C">
        <w:rPr>
          <w:rFonts w:ascii="Arial" w:hAnsi="Arial"/>
          <w:sz w:val="36"/>
          <w:szCs w:val="36"/>
        </w:rPr>
        <w:t>Kormányzati Informatikai Fejlesztési Ügynökség</w:t>
      </w:r>
    </w:p>
    <w:p w:rsidR="00601239" w:rsidRPr="00F8260C" w:rsidRDefault="00601239" w:rsidP="00601239">
      <w:pPr>
        <w:pStyle w:val="Cmek"/>
        <w:rPr>
          <w:rFonts w:ascii="Arial" w:hAnsi="Arial"/>
          <w:sz w:val="36"/>
          <w:szCs w:val="36"/>
        </w:rPr>
      </w:pPr>
    </w:p>
    <w:p w:rsidR="00601239" w:rsidRDefault="00601239" w:rsidP="00601239">
      <w:pPr>
        <w:spacing w:before="0" w:after="0"/>
        <w:jc w:val="center"/>
        <w:rPr>
          <w:rFonts w:ascii="Calibri" w:hAnsi="Calibri" w:cs="Calibri"/>
          <w:b/>
          <w:sz w:val="44"/>
          <w:szCs w:val="50"/>
          <w:lang w:bidi="en-US"/>
        </w:rPr>
      </w:pPr>
      <w:r w:rsidRPr="00601239">
        <w:rPr>
          <w:rFonts w:ascii="Calibri" w:hAnsi="Calibri" w:cs="Calibri"/>
          <w:b/>
          <w:sz w:val="44"/>
          <w:szCs w:val="50"/>
          <w:lang w:bidi="en-US"/>
        </w:rPr>
        <w:t>Ajánlás az ASP rendszerhez csatlakozó önkormányzatok részére</w:t>
      </w:r>
    </w:p>
    <w:p w:rsidR="00601239" w:rsidRPr="00601239" w:rsidRDefault="00601239" w:rsidP="00601239">
      <w:pPr>
        <w:spacing w:before="0" w:after="0"/>
        <w:jc w:val="center"/>
        <w:rPr>
          <w:rFonts w:ascii="Calibri" w:hAnsi="Calibri" w:cs="Calibri"/>
          <w:b/>
          <w:sz w:val="44"/>
          <w:szCs w:val="50"/>
          <w:lang w:bidi="en-US"/>
        </w:rPr>
      </w:pPr>
      <w:r>
        <w:rPr>
          <w:rFonts w:ascii="Calibri" w:hAnsi="Calibri" w:cs="Calibri"/>
          <w:b/>
          <w:sz w:val="44"/>
          <w:szCs w:val="50"/>
          <w:lang w:bidi="en-US"/>
        </w:rPr>
        <w:t>-</w:t>
      </w:r>
    </w:p>
    <w:p w:rsidR="00601239" w:rsidRPr="00601239" w:rsidRDefault="00601239" w:rsidP="00601239">
      <w:pPr>
        <w:spacing w:before="0" w:after="0"/>
        <w:jc w:val="center"/>
        <w:rPr>
          <w:rFonts w:ascii="Calibri" w:hAnsi="Calibri" w:cs="Calibri"/>
          <w:b/>
          <w:i/>
          <w:sz w:val="44"/>
          <w:szCs w:val="50"/>
          <w:lang w:bidi="en-US"/>
        </w:rPr>
      </w:pPr>
      <w:r w:rsidRPr="00601239">
        <w:rPr>
          <w:rFonts w:ascii="Calibri" w:hAnsi="Calibri" w:cs="Calibri"/>
          <w:b/>
          <w:i/>
          <w:sz w:val="44"/>
          <w:szCs w:val="50"/>
          <w:lang w:bidi="en-US"/>
        </w:rPr>
        <w:t>Helyi migrációs koordinátor, helyi teszt koordinátor és csatlakozási kapcsolattartó szerepkörök beszerzéséhez</w:t>
      </w:r>
    </w:p>
    <w:p w:rsidR="00601239" w:rsidRPr="00F8260C" w:rsidRDefault="00601239" w:rsidP="00601239">
      <w:pPr>
        <w:pStyle w:val="Cmek"/>
        <w:rPr>
          <w:rFonts w:ascii="Arial" w:hAnsi="Arial"/>
          <w:sz w:val="36"/>
          <w:szCs w:val="36"/>
        </w:rPr>
      </w:pPr>
    </w:p>
    <w:p w:rsidR="00601239" w:rsidRPr="00F8260C" w:rsidRDefault="00601239" w:rsidP="00601239">
      <w:pPr>
        <w:pStyle w:val="Cmek"/>
        <w:rPr>
          <w:rFonts w:ascii="Arial" w:hAnsi="Arial"/>
          <w:sz w:val="40"/>
        </w:rPr>
      </w:pPr>
      <w:r w:rsidRPr="00F8260C">
        <w:rPr>
          <w:rFonts w:ascii="Arial" w:hAnsi="Arial"/>
          <w:sz w:val="40"/>
        </w:rPr>
        <w:t>Az</w:t>
      </w:r>
    </w:p>
    <w:p w:rsidR="00601239" w:rsidRPr="00F8260C" w:rsidRDefault="00601239" w:rsidP="00601239">
      <w:pPr>
        <w:pStyle w:val="Cmek"/>
        <w:rPr>
          <w:rFonts w:ascii="Arial" w:hAnsi="Arial"/>
          <w:sz w:val="40"/>
        </w:rPr>
      </w:pPr>
      <w:r w:rsidRPr="00F8260C">
        <w:rPr>
          <w:rFonts w:ascii="Arial" w:hAnsi="Arial"/>
          <w:sz w:val="40"/>
        </w:rPr>
        <w:t>„Önkormányzati ASP központ felállítása”</w:t>
      </w:r>
    </w:p>
    <w:p w:rsidR="00601239" w:rsidRPr="00F8260C" w:rsidRDefault="00601239" w:rsidP="00601239">
      <w:pPr>
        <w:pStyle w:val="Cmek"/>
        <w:rPr>
          <w:rFonts w:ascii="Arial" w:hAnsi="Arial"/>
          <w:sz w:val="40"/>
        </w:rPr>
      </w:pPr>
      <w:r w:rsidRPr="00F8260C">
        <w:rPr>
          <w:rFonts w:ascii="Arial" w:hAnsi="Arial"/>
          <w:sz w:val="40"/>
        </w:rPr>
        <w:t>tárgyú projekthez</w:t>
      </w:r>
    </w:p>
    <w:p w:rsidR="00601239" w:rsidRPr="008A66D3" w:rsidRDefault="00601239" w:rsidP="00601239">
      <w:pPr>
        <w:jc w:val="center"/>
        <w:rPr>
          <w:sz w:val="28"/>
          <w:szCs w:val="28"/>
        </w:rPr>
      </w:pPr>
    </w:p>
    <w:p w:rsidR="00601239" w:rsidRPr="008A66D3" w:rsidRDefault="00601239" w:rsidP="00601239">
      <w:pPr>
        <w:rPr>
          <w:sz w:val="28"/>
          <w:szCs w:val="28"/>
        </w:rPr>
      </w:pPr>
      <w:r w:rsidRPr="008A66D3">
        <w:rPr>
          <w:sz w:val="28"/>
          <w:szCs w:val="28"/>
        </w:rPr>
        <w:t>Készítette: Clarity Consulting Kft. – Bluefield Kft. konzorcium</w:t>
      </w:r>
    </w:p>
    <w:p w:rsidR="00601239" w:rsidRPr="008A66D3" w:rsidRDefault="00601239" w:rsidP="00601239">
      <w:pPr>
        <w:rPr>
          <w:sz w:val="28"/>
          <w:szCs w:val="28"/>
        </w:rPr>
      </w:pPr>
      <w:r w:rsidRPr="008A66D3">
        <w:rPr>
          <w:sz w:val="28"/>
          <w:szCs w:val="28"/>
        </w:rPr>
        <w:t>Azonosító: EKOP – 3.1.6-2012-2012-0001</w:t>
      </w:r>
    </w:p>
    <w:p w:rsidR="00601239" w:rsidRPr="008A66D3" w:rsidRDefault="00601239" w:rsidP="00601239">
      <w:pPr>
        <w:rPr>
          <w:sz w:val="28"/>
          <w:szCs w:val="28"/>
        </w:rPr>
      </w:pPr>
    </w:p>
    <w:p w:rsidR="00601239" w:rsidRPr="008A66D3" w:rsidRDefault="00601239" w:rsidP="00601239">
      <w:pPr>
        <w:rPr>
          <w:sz w:val="28"/>
          <w:szCs w:val="28"/>
        </w:rPr>
      </w:pPr>
      <w:r w:rsidRPr="008A66D3">
        <w:rPr>
          <w:sz w:val="28"/>
          <w:szCs w:val="28"/>
        </w:rPr>
        <w:t xml:space="preserve">2014. </w:t>
      </w:r>
      <w:r w:rsidR="001E03AD">
        <w:rPr>
          <w:sz w:val="28"/>
          <w:szCs w:val="28"/>
        </w:rPr>
        <w:t>november 5</w:t>
      </w:r>
      <w:r w:rsidRPr="008A66D3">
        <w:rPr>
          <w:sz w:val="28"/>
          <w:szCs w:val="28"/>
        </w:rPr>
        <w:t>.</w:t>
      </w:r>
    </w:p>
    <w:p w:rsidR="00601239" w:rsidRPr="008A66D3" w:rsidRDefault="00601239" w:rsidP="00601239">
      <w:pPr>
        <w:rPr>
          <w:sz w:val="28"/>
          <w:szCs w:val="28"/>
        </w:rPr>
      </w:pPr>
    </w:p>
    <w:p w:rsidR="00601239" w:rsidRPr="008A66D3" w:rsidRDefault="00601239" w:rsidP="00601239">
      <w:pPr>
        <w:rPr>
          <w:sz w:val="28"/>
          <w:szCs w:val="28"/>
        </w:rPr>
      </w:pPr>
    </w:p>
    <w:p w:rsidR="00601239" w:rsidRPr="008A66D3" w:rsidRDefault="00601239" w:rsidP="00601239">
      <w:pPr>
        <w:tabs>
          <w:tab w:val="right" w:pos="9072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A513F28" wp14:editId="79F0C2A3">
            <wp:simplePos x="0" y="0"/>
            <wp:positionH relativeFrom="column">
              <wp:posOffset>22860</wp:posOffset>
            </wp:positionH>
            <wp:positionV relativeFrom="paragraph">
              <wp:posOffset>60960</wp:posOffset>
            </wp:positionV>
            <wp:extent cx="1433195" cy="695960"/>
            <wp:effectExtent l="0" t="0" r="0" b="8890"/>
            <wp:wrapNone/>
            <wp:docPr id="3" name="Kép 3" descr="Leírás: magyary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magyary_fin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6D3">
        <w:tab/>
      </w:r>
      <w:r>
        <w:rPr>
          <w:noProof/>
        </w:rPr>
        <w:drawing>
          <wp:inline distT="0" distB="0" distL="0" distR="0" wp14:anchorId="2467D0A4" wp14:editId="3DBBECEF">
            <wp:extent cx="1924050" cy="356235"/>
            <wp:effectExtent l="0" t="0" r="0" b="5715"/>
            <wp:docPr id="2" name="Kép 2" descr="Leírás: szlo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eírás: szloge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239" w:rsidRPr="008A66D3" w:rsidRDefault="00601239" w:rsidP="00601239">
      <w:pPr>
        <w:tabs>
          <w:tab w:val="right" w:pos="9072"/>
        </w:tabs>
      </w:pPr>
      <w:r w:rsidRPr="008A66D3">
        <w:tab/>
      </w:r>
      <w:r>
        <w:rPr>
          <w:noProof/>
        </w:rPr>
        <w:drawing>
          <wp:inline distT="0" distB="0" distL="0" distR="0" wp14:anchorId="6D7D5FFE" wp14:editId="7DD884F0">
            <wp:extent cx="1899920" cy="201930"/>
            <wp:effectExtent l="0" t="0" r="5080" b="7620"/>
            <wp:docPr id="1" name="Kép 1" descr="Leírás: eu_logo_kot_mondat_es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Leírás: eu_logo_kot_mondat_esz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2FE" w:rsidRPr="007512FE" w:rsidRDefault="00601239" w:rsidP="00601239">
      <w:pPr>
        <w:pStyle w:val="cmsor1j"/>
        <w:tabs>
          <w:tab w:val="clear" w:pos="426"/>
        </w:tabs>
        <w:ind w:left="426"/>
      </w:pPr>
      <w:r w:rsidRPr="007512FE">
        <w:lastRenderedPageBreak/>
        <w:t xml:space="preserve"> </w:t>
      </w:r>
      <w:r w:rsidR="007512FE" w:rsidRPr="007512FE">
        <w:t>Helyi migráció koordinátor szerepkör beszerzésére vonatkozó ajánlás</w:t>
      </w:r>
    </w:p>
    <w:p w:rsidR="007512FE" w:rsidRPr="00790A72" w:rsidRDefault="007512FE" w:rsidP="007512FE">
      <w:pPr>
        <w:keepNext/>
        <w:spacing w:line="276" w:lineRule="auto"/>
        <w:rPr>
          <w:u w:val="single"/>
        </w:rPr>
      </w:pPr>
      <w:r w:rsidRPr="00790A72">
        <w:rPr>
          <w:u w:val="single"/>
        </w:rPr>
        <w:t xml:space="preserve">A </w:t>
      </w:r>
      <w:r>
        <w:rPr>
          <w:u w:val="single"/>
        </w:rPr>
        <w:t>H</w:t>
      </w:r>
      <w:r w:rsidRPr="00790A72">
        <w:rPr>
          <w:u w:val="single"/>
        </w:rPr>
        <w:t>elyi migráció koordinátori szerepkör betöltéséhez szükséges kompetenciák:</w:t>
      </w:r>
    </w:p>
    <w:p w:rsidR="007512FE" w:rsidRDefault="007512FE" w:rsidP="007512FE">
      <w:pPr>
        <w:spacing w:line="276" w:lineRule="auto"/>
      </w:pPr>
      <w:r>
        <w:t>A Helyi migráció koordinátori szerepkört ellátó külső szakértőnek széleskörű szakmai ismeretekkel és tapasztalatokkal kell rendelkeznie mind a migráció és adattisztítás szakmai feladatai, mind az önkormányzatok általános működésével kapcsolatban.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 w:rsidRPr="00434F24">
        <w:rPr>
          <w:i/>
        </w:rPr>
        <w:t>Személyes és koordinációs 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Rendszerszemlélet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Rugalmasság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szervezési, koordinálási készség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kommunikációs képesség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problémamegoldó képesség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t>Szakmai (</w:t>
      </w:r>
      <w:r>
        <w:rPr>
          <w:i/>
        </w:rPr>
        <w:t>i</w:t>
      </w:r>
      <w:r w:rsidRPr="00434F24">
        <w:rPr>
          <w:i/>
        </w:rPr>
        <w:t>nformatikai</w:t>
      </w:r>
      <w:r>
        <w:rPr>
          <w:i/>
        </w:rPr>
        <w:t xml:space="preserve">, </w:t>
      </w:r>
      <w:r w:rsidRPr="00434F24">
        <w:rPr>
          <w:i/>
        </w:rPr>
        <w:t xml:space="preserve">migrációs </w:t>
      </w:r>
      <w:r>
        <w:rPr>
          <w:i/>
        </w:rPr>
        <w:t xml:space="preserve">és adattisztítási, igazgatásszervezési) </w:t>
      </w:r>
      <w:r w:rsidRPr="00434F24">
        <w:rPr>
          <w:i/>
        </w:rPr>
        <w:t>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 xml:space="preserve">Migrációs és adattisztítási módszertanok ismerete 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Migrációs és adattisztítás területén szerzett – hasonló komplexitású - gyakorlati tapasztalatok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Migrációs eszközök használatában szerzett tapasztalat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Általános rendszerüzemeltetési ismeretek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Önkormányzati projektek menedzsmentjében és koordinálásában szerzett tapasztalat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Igazgatásszervezési ismeretek, önkormányzati környezetben szerzett hasonló tapasztalatok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rPr>
          <w:i/>
        </w:rPr>
        <w:t>Egyéb, előnyt jelentő kompetenciák</w:t>
      </w:r>
      <w:r w:rsidRPr="00434F24">
        <w:rPr>
          <w:i/>
        </w:rPr>
        <w:t>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Önkormányzati felépítés és működés ismerete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 érintett informatikai rendszereink ismerete</w:t>
      </w:r>
    </w:p>
    <w:p w:rsidR="007512FE" w:rsidRDefault="007512FE" w:rsidP="007512FE">
      <w:pPr>
        <w:pStyle w:val="Listaszerbekezds"/>
        <w:numPr>
          <w:ilvl w:val="0"/>
          <w:numId w:val="7"/>
        </w:numPr>
      </w:pPr>
      <w:r>
        <w:br w:type="page"/>
      </w:r>
    </w:p>
    <w:p w:rsidR="007512FE" w:rsidRPr="007512FE" w:rsidRDefault="007512FE" w:rsidP="007512FE">
      <w:pPr>
        <w:pStyle w:val="cmsor1j"/>
        <w:tabs>
          <w:tab w:val="clear" w:pos="426"/>
        </w:tabs>
        <w:ind w:left="426"/>
      </w:pPr>
      <w:r w:rsidRPr="007512FE">
        <w:lastRenderedPageBreak/>
        <w:t>Helyi teszt koordinátor szerepkör beszerzésére vonatkozó ajánlás</w:t>
      </w:r>
    </w:p>
    <w:p w:rsidR="007512FE" w:rsidRPr="004B2702" w:rsidRDefault="007512FE" w:rsidP="007512FE">
      <w:pPr>
        <w:keepNext/>
        <w:spacing w:line="276" w:lineRule="auto"/>
        <w:rPr>
          <w:u w:val="single"/>
        </w:rPr>
      </w:pPr>
      <w:r w:rsidRPr="004B2702">
        <w:rPr>
          <w:u w:val="single"/>
        </w:rPr>
        <w:t xml:space="preserve">A </w:t>
      </w:r>
      <w:r>
        <w:rPr>
          <w:u w:val="single"/>
        </w:rPr>
        <w:t>H</w:t>
      </w:r>
      <w:r w:rsidRPr="004B2702">
        <w:rPr>
          <w:u w:val="single"/>
        </w:rPr>
        <w:t>elyi teszt koordinátori szerepkör betöltéséhez szükséges kompetenciák:</w:t>
      </w:r>
    </w:p>
    <w:p w:rsidR="007512FE" w:rsidRDefault="007512FE" w:rsidP="007512FE">
      <w:pPr>
        <w:spacing w:line="276" w:lineRule="auto"/>
      </w:pPr>
      <w:r>
        <w:t>A Helyi teszt koordinátori szerepkört ellátó szakértőnek széleskörű szakmai ismeretekkel és tapasztalatokkal kell rendelkeznie mind a tesztelés szakmai feladatai, mind az önkormányzatok általános működésével kapcsolatban.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 w:rsidRPr="00434F24">
        <w:rPr>
          <w:i/>
        </w:rPr>
        <w:t>Személyes és koordinációs 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Rendszerszemlélet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Rugalmasság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szervezési, koordinálási készség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kommunikációs képesség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problémamegoldó képesség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t>Szakmai (</w:t>
      </w:r>
      <w:r>
        <w:rPr>
          <w:i/>
        </w:rPr>
        <w:t>i</w:t>
      </w:r>
      <w:r w:rsidRPr="00434F24">
        <w:rPr>
          <w:i/>
        </w:rPr>
        <w:t>nformatikai</w:t>
      </w:r>
      <w:r>
        <w:rPr>
          <w:i/>
        </w:rPr>
        <w:t xml:space="preserve">, tesztelés, igazgatásszervezési) </w:t>
      </w:r>
      <w:r w:rsidRPr="00434F24">
        <w:rPr>
          <w:i/>
        </w:rPr>
        <w:t>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 xml:space="preserve">Tesztelési módszertanok ismerete 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Tesztelési területen szerzett – hasonló komplexitású - gyakorlati tapasztalatok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Informatikai és tesztelési feladatok menedzselésében és koordinálásában szerzett tapasztalat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Teszteszközök használatával kapcsolatos tapasztalat (teszt adminisztrációs és hibajegy kezelő eszközök ismerete)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Általános rendszerüzemeltetési ismeretek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Igazgatásszervezési ismeretek, önkormányzati környezetben szerzett hasonló tapasztalatok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rPr>
          <w:i/>
        </w:rPr>
        <w:t>Egyéb, előnyt jelentő kompetenciák</w:t>
      </w:r>
      <w:r w:rsidRPr="00434F24">
        <w:rPr>
          <w:i/>
        </w:rPr>
        <w:t>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Önkormányzati felépítés és működés ismerete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 érintett informatikai rendszereink ismerete</w:t>
      </w:r>
    </w:p>
    <w:p w:rsidR="007512FE" w:rsidRDefault="007512FE" w:rsidP="007512FE">
      <w:pPr>
        <w:spacing w:before="0" w:after="200" w:line="276" w:lineRule="auto"/>
        <w:jc w:val="left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br w:type="page"/>
      </w:r>
    </w:p>
    <w:p w:rsidR="007512FE" w:rsidRPr="007512FE" w:rsidRDefault="007512FE" w:rsidP="007512FE">
      <w:pPr>
        <w:pStyle w:val="cmsor1j"/>
        <w:tabs>
          <w:tab w:val="clear" w:pos="426"/>
        </w:tabs>
        <w:ind w:left="426"/>
      </w:pPr>
      <w:r w:rsidRPr="007512FE">
        <w:lastRenderedPageBreak/>
        <w:t>Önkormányzati csatlakozási kapcsolattartó szerepkör beszerzésére vonatkozó ajánlás</w:t>
      </w:r>
    </w:p>
    <w:p w:rsidR="007512FE" w:rsidRDefault="007512FE" w:rsidP="007512FE">
      <w:pPr>
        <w:spacing w:line="276" w:lineRule="auto"/>
      </w:pPr>
      <w:r>
        <w:t>Az ASP központ oldali, csatlakozásért felelős személyekkel történő sikeres és folyamatos kommunikáció és kapcsolattartás érdekében kiemelten fontos önkormányzati oldalon az önkormányzati csatlakozási kapcsolattartó szerepkör ellátása.</w:t>
      </w:r>
    </w:p>
    <w:p w:rsidR="007512FE" w:rsidRDefault="007512FE" w:rsidP="007512FE">
      <w:pPr>
        <w:spacing w:line="276" w:lineRule="auto"/>
      </w:pPr>
      <w:r>
        <w:t xml:space="preserve">Az önkormányzati csatlakozási kapcsolattartó szerepkört betöltő személyek a csatlakozással járó feladatok során – túlmenően az önkormányzat oldali teszteléshez és migrációhoz szükséges kapcsolattartáson – a teljes csatlakozási folyamat vonatkozásában felelősek a hatékony írásbeli és szóbeli kapcsolattartásért az ASP központtal. </w:t>
      </w:r>
    </w:p>
    <w:p w:rsidR="007512FE" w:rsidRPr="00434F24" w:rsidRDefault="007512FE" w:rsidP="007512FE">
      <w:pPr>
        <w:keepNext/>
        <w:spacing w:line="276" w:lineRule="auto"/>
        <w:rPr>
          <w:u w:val="single"/>
        </w:rPr>
      </w:pPr>
      <w:r>
        <w:rPr>
          <w:u w:val="single"/>
        </w:rPr>
        <w:t>Az önkormányzati csatlakozási kapcsolattartó szerepkör feladatrendszere a következő: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Az önkormányzati csatlakozási feladatok során szóbeli és írásbeli kommunikáció fenntartása az ASP központtal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Önkormányzati csatlakozást érintő kérdés, probléma esetén kapcsolatfelvétel az ASP központtal</w:t>
      </w:r>
    </w:p>
    <w:p w:rsidR="007512FE" w:rsidRDefault="007512FE" w:rsidP="007512FE">
      <w:pPr>
        <w:pStyle w:val="Listaszerbekezds"/>
        <w:keepNext/>
        <w:numPr>
          <w:ilvl w:val="0"/>
          <w:numId w:val="6"/>
        </w:numPr>
        <w:spacing w:line="276" w:lineRule="auto"/>
        <w:ind w:left="714" w:hanging="357"/>
      </w:pPr>
      <w:r>
        <w:t>Az adott önkormányzat csatlakozását érintő információk kezelése:</w:t>
      </w:r>
    </w:p>
    <w:p w:rsidR="007512FE" w:rsidRDefault="007512FE" w:rsidP="007512FE">
      <w:pPr>
        <w:pStyle w:val="Listaszerbekezds"/>
        <w:numPr>
          <w:ilvl w:val="1"/>
          <w:numId w:val="6"/>
        </w:numPr>
        <w:spacing w:line="276" w:lineRule="auto"/>
      </w:pPr>
      <w:r>
        <w:t>Az információk feldolgozása</w:t>
      </w:r>
    </w:p>
    <w:p w:rsidR="007512FE" w:rsidRDefault="007512FE" w:rsidP="007512FE">
      <w:pPr>
        <w:pStyle w:val="Listaszerbekezds"/>
        <w:numPr>
          <w:ilvl w:val="1"/>
          <w:numId w:val="6"/>
        </w:numPr>
        <w:spacing w:line="276" w:lineRule="auto"/>
      </w:pPr>
      <w:r>
        <w:t>Az információk továbbítása, megosztása az illetékeseknek</w:t>
      </w:r>
    </w:p>
    <w:p w:rsidR="007512FE" w:rsidRDefault="007512FE" w:rsidP="007512FE">
      <w:pPr>
        <w:pStyle w:val="Listaszerbekezds"/>
        <w:numPr>
          <w:ilvl w:val="1"/>
          <w:numId w:val="6"/>
        </w:numPr>
        <w:spacing w:line="276" w:lineRule="auto"/>
      </w:pPr>
      <w:r>
        <w:t>Az információk rögzítése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A kapcsolattartással járó adminisztrációs feladatok ellátása</w:t>
      </w:r>
    </w:p>
    <w:p w:rsidR="007512FE" w:rsidRPr="00B55C29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Részvétel és az önkormányzat képviselete az önkormányzati csatlakozást érintő fórumokon</w:t>
      </w:r>
    </w:p>
    <w:p w:rsidR="007512FE" w:rsidRPr="00434F24" w:rsidRDefault="007512FE" w:rsidP="007512FE">
      <w:pPr>
        <w:keepNext/>
        <w:spacing w:line="276" w:lineRule="auto"/>
        <w:rPr>
          <w:u w:val="single"/>
        </w:rPr>
      </w:pPr>
      <w:r>
        <w:rPr>
          <w:u w:val="single"/>
        </w:rPr>
        <w:t>Az önkormányzati csatlakozási kapcsolattartó szerepkör betöltéséhez szükséges</w:t>
      </w:r>
      <w:r w:rsidRPr="00BD6488">
        <w:rPr>
          <w:u w:val="single"/>
        </w:rPr>
        <w:t xml:space="preserve"> kompetenciá</w:t>
      </w:r>
      <w:r>
        <w:rPr>
          <w:u w:val="single"/>
        </w:rPr>
        <w:t>k</w:t>
      </w:r>
      <w:r w:rsidRPr="00BD6488">
        <w:rPr>
          <w:u w:val="single"/>
        </w:rPr>
        <w:t>:</w:t>
      </w:r>
    </w:p>
    <w:p w:rsidR="007512FE" w:rsidRDefault="007512FE" w:rsidP="007512FE">
      <w:pPr>
        <w:spacing w:line="276" w:lineRule="auto"/>
      </w:pPr>
      <w:r>
        <w:t>Az önkormányzati csatlakozási kapcsolattartó szerepkört ellátó személyeknek elegendő ismerettel és tapasztalattal kell rendelkeznie mind a kapcsolattartási feladatokkal, mind az önkormányzatok általános működésével kapcsolatban.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 w:rsidRPr="00434F24">
        <w:rPr>
          <w:i/>
        </w:rPr>
        <w:t>Személyes 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Kiváló kommunikációs képesség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Jó problémamegoldó képesség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Rugalmasság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t>Szakmai (</w:t>
      </w:r>
      <w:r>
        <w:rPr>
          <w:i/>
        </w:rPr>
        <w:t xml:space="preserve">kapcsolattartási, igazgatásszervezési) </w:t>
      </w:r>
      <w:r w:rsidRPr="00434F24">
        <w:rPr>
          <w:i/>
        </w:rPr>
        <w:t>kompetenciák: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Kapcsolattartási területen szerzett – hasonló komplexitású - gyakorlati tapasztalatok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Kapcsolattartási eszközök (pl. levelezőrendszerek, portálok, elektronikus fórumrendszerek stb.) kezelésében szerzett tapasztalat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Igazgatásszervezési ismeretek, önkormányzati környezetben szerzett hasonló tapasztalatok</w:t>
      </w:r>
    </w:p>
    <w:p w:rsidR="007512FE" w:rsidRPr="00434F24" w:rsidRDefault="007512FE" w:rsidP="007512FE">
      <w:pPr>
        <w:keepNext/>
        <w:spacing w:line="276" w:lineRule="auto"/>
        <w:rPr>
          <w:i/>
        </w:rPr>
      </w:pPr>
      <w:r>
        <w:rPr>
          <w:i/>
        </w:rPr>
        <w:lastRenderedPageBreak/>
        <w:t>Egyéb, előnyt jelentő kompetenciák</w:t>
      </w:r>
      <w:r w:rsidRPr="00434F24">
        <w:rPr>
          <w:i/>
        </w:rPr>
        <w:t>: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line="276" w:lineRule="auto"/>
      </w:pPr>
      <w:r>
        <w:t>Önkormányzati felépítés és működés ismerete</w:t>
      </w:r>
    </w:p>
    <w:p w:rsidR="007512FE" w:rsidRDefault="007512FE" w:rsidP="007512FE">
      <w:pPr>
        <w:pStyle w:val="Listaszerbekezds"/>
        <w:numPr>
          <w:ilvl w:val="0"/>
          <w:numId w:val="6"/>
        </w:numPr>
        <w:spacing w:before="0" w:after="200" w:line="276" w:lineRule="auto"/>
        <w:jc w:val="left"/>
      </w:pPr>
      <w:r>
        <w:t>Önkormányzat érintett informatikai rendszereink ismerete</w:t>
      </w:r>
    </w:p>
    <w:p w:rsidR="007512FE" w:rsidRPr="003D34D9" w:rsidRDefault="003D34D9" w:rsidP="007512FE">
      <w:pPr>
        <w:spacing w:line="276" w:lineRule="auto"/>
      </w:pPr>
      <w:r w:rsidRPr="003D34D9">
        <w:rPr>
          <w:i/>
        </w:rPr>
        <w:t>Megjegyzés: A fenti szerepkörök közül az Önkormányzati csatlakozási kapcsolattartó igényli a legkevesebb szakmai kompetenciát, így a gyakorlatban az önkormányzat dolgozói is betölthetnék ezt a szerepkört. A tesztelési és migrációs feladatokkal együtt járó folyamatos kapcsolattartási feladatok érdekében azonban ajánlott ezt a szerepkört is a külső szakértőnek betöltenie</w:t>
      </w:r>
      <w:r w:rsidR="001E03AD">
        <w:rPr>
          <w:i/>
        </w:rPr>
        <w:t>.</w:t>
      </w:r>
    </w:p>
    <w:p w:rsidR="007512FE" w:rsidRDefault="007512FE" w:rsidP="007512FE"/>
    <w:p w:rsidR="00A448F2" w:rsidRDefault="00A448F2"/>
    <w:sectPr w:rsidR="00A448F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C84" w:rsidRDefault="00BF0C84" w:rsidP="00AF260A">
      <w:pPr>
        <w:spacing w:before="0" w:after="0"/>
      </w:pPr>
      <w:r>
        <w:separator/>
      </w:r>
    </w:p>
  </w:endnote>
  <w:endnote w:type="continuationSeparator" w:id="0">
    <w:p w:rsidR="00BF0C84" w:rsidRDefault="00BF0C84" w:rsidP="00AF26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#PC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E34" w:rsidRDefault="003B2E34" w:rsidP="003B2E34">
    <w:pPr>
      <w:pStyle w:val="llb"/>
      <w:pBdr>
        <w:top w:val="single" w:sz="4" w:space="1" w:color="auto"/>
      </w:pBdr>
      <w:tabs>
        <w:tab w:val="clear" w:pos="4536"/>
        <w:tab w:val="clear" w:pos="9072"/>
        <w:tab w:val="center" w:pos="4678"/>
        <w:tab w:val="right" w:pos="9498"/>
        <w:tab w:val="right" w:pos="13041"/>
      </w:tabs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684295A" wp14:editId="573349C5">
          <wp:simplePos x="0" y="0"/>
          <wp:positionH relativeFrom="column">
            <wp:posOffset>4591685</wp:posOffset>
          </wp:positionH>
          <wp:positionV relativeFrom="paragraph">
            <wp:posOffset>15875</wp:posOffset>
          </wp:positionV>
          <wp:extent cx="1176655" cy="213360"/>
          <wp:effectExtent l="0" t="0" r="4445" b="0"/>
          <wp:wrapSquare wrapText="bothSides"/>
          <wp:docPr id="19" name="Kép 19" descr="Leírás: szlo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4" descr="Leírás: szlo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5A1EFDE" wp14:editId="107C07AB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8" name="Kép 18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5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13EF3CE" wp14:editId="671BE0A7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7" name="Kép 17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6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3865710" wp14:editId="43C6D16F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6" name="Kép 16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5D7A3F" wp14:editId="4627A471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5" name="Kép 15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8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9DC6FEB" wp14:editId="18BE87A7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4" name="Kép 14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9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6066E01E" wp14:editId="65B0BF8E">
          <wp:simplePos x="0" y="0"/>
          <wp:positionH relativeFrom="column">
            <wp:posOffset>-22860</wp:posOffset>
          </wp:positionH>
          <wp:positionV relativeFrom="paragraph">
            <wp:posOffset>15240</wp:posOffset>
          </wp:positionV>
          <wp:extent cx="1057275" cy="514350"/>
          <wp:effectExtent l="0" t="0" r="9525" b="0"/>
          <wp:wrapNone/>
          <wp:docPr id="13" name="Kép 13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20FB">
      <w:rPr>
        <w:bCs/>
        <w:sz w:val="24"/>
        <w:szCs w:val="24"/>
      </w:rPr>
      <w:fldChar w:fldCharType="begin"/>
    </w:r>
    <w:r w:rsidRPr="007120FB">
      <w:rPr>
        <w:bCs/>
      </w:rPr>
      <w:instrText>PAGE</w:instrText>
    </w:r>
    <w:r w:rsidRPr="007120FB">
      <w:rPr>
        <w:bCs/>
        <w:sz w:val="24"/>
        <w:szCs w:val="24"/>
      </w:rPr>
      <w:fldChar w:fldCharType="separate"/>
    </w:r>
    <w:r w:rsidR="00677426">
      <w:rPr>
        <w:bCs/>
        <w:noProof/>
      </w:rPr>
      <w:t>1</w:t>
    </w:r>
    <w:r w:rsidRPr="007120FB">
      <w:rPr>
        <w:bCs/>
        <w:sz w:val="24"/>
        <w:szCs w:val="24"/>
      </w:rPr>
      <w:fldChar w:fldCharType="end"/>
    </w:r>
    <w:r w:rsidRPr="007120FB">
      <w:t>/</w:t>
    </w:r>
    <w:r w:rsidRPr="007120FB">
      <w:rPr>
        <w:bCs/>
        <w:sz w:val="24"/>
        <w:szCs w:val="24"/>
      </w:rPr>
      <w:fldChar w:fldCharType="begin"/>
    </w:r>
    <w:r w:rsidRPr="007120FB">
      <w:rPr>
        <w:bCs/>
      </w:rPr>
      <w:instrText>NUMPAGES</w:instrText>
    </w:r>
    <w:r w:rsidRPr="007120FB">
      <w:rPr>
        <w:bCs/>
        <w:sz w:val="24"/>
        <w:szCs w:val="24"/>
      </w:rPr>
      <w:fldChar w:fldCharType="separate"/>
    </w:r>
    <w:r w:rsidR="00677426">
      <w:rPr>
        <w:bCs/>
        <w:noProof/>
      </w:rPr>
      <w:t>5</w:t>
    </w:r>
    <w:r w:rsidRPr="007120FB">
      <w:rPr>
        <w:bCs/>
        <w:sz w:val="24"/>
        <w:szCs w:val="24"/>
      </w:rPr>
      <w:fldChar w:fldCharType="end"/>
    </w:r>
    <w:r>
      <w:rPr>
        <w:bCs/>
        <w:sz w:val="24"/>
        <w:szCs w:val="24"/>
      </w:rPr>
      <w:tab/>
    </w:r>
  </w:p>
  <w:p w:rsidR="003B2E34" w:rsidRDefault="003B2E34" w:rsidP="003B2E34">
    <w:pPr>
      <w:pStyle w:val="llb"/>
      <w:tabs>
        <w:tab w:val="clear" w:pos="9072"/>
        <w:tab w:val="right" w:pos="9498"/>
        <w:tab w:val="right" w:pos="13041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493BBA94" wp14:editId="13719077">
          <wp:simplePos x="0" y="0"/>
          <wp:positionH relativeFrom="column">
            <wp:posOffset>4589186</wp:posOffset>
          </wp:positionH>
          <wp:positionV relativeFrom="paragraph">
            <wp:posOffset>108585</wp:posOffset>
          </wp:positionV>
          <wp:extent cx="1266190" cy="126365"/>
          <wp:effectExtent l="0" t="0" r="0" b="6985"/>
          <wp:wrapNone/>
          <wp:docPr id="12" name="Kép 12" descr="Leírás: eu_logo_kot_mondat_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1" descr="Leírás: eu_logo_kot_mondat_esz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12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  <w:p w:rsidR="003B2E34" w:rsidRDefault="003B2E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C84" w:rsidRDefault="00BF0C84" w:rsidP="00AF260A">
      <w:pPr>
        <w:spacing w:before="0" w:after="0"/>
      </w:pPr>
      <w:r>
        <w:separator/>
      </w:r>
    </w:p>
  </w:footnote>
  <w:footnote w:type="continuationSeparator" w:id="0">
    <w:p w:rsidR="00BF0C84" w:rsidRDefault="00BF0C84" w:rsidP="00AF260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8F0"/>
    <w:multiLevelType w:val="multilevel"/>
    <w:tmpl w:val="C938ECE4"/>
    <w:lvl w:ilvl="0">
      <w:start w:val="1"/>
      <w:numFmt w:val="decimal"/>
      <w:pStyle w:val="Cmsor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1634" w:hanging="357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">
    <w:nsid w:val="221C385D"/>
    <w:multiLevelType w:val="hybridMultilevel"/>
    <w:tmpl w:val="1FD6DA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44BBB"/>
    <w:multiLevelType w:val="multilevel"/>
    <w:tmpl w:val="E54643FC"/>
    <w:lvl w:ilvl="0">
      <w:start w:val="1"/>
      <w:numFmt w:val="decimal"/>
      <w:pStyle w:val="cmsor1j"/>
      <w:lvlText w:val="%1."/>
      <w:lvlJc w:val="left"/>
      <w:pPr>
        <w:ind w:left="7662" w:hanging="432"/>
      </w:pPr>
    </w:lvl>
    <w:lvl w:ilvl="1">
      <w:start w:val="1"/>
      <w:numFmt w:val="decimal"/>
      <w:pStyle w:val="cmsor2j"/>
      <w:lvlText w:val="%1.%2"/>
      <w:lvlJc w:val="left"/>
      <w:pPr>
        <w:ind w:left="576" w:hanging="576"/>
      </w:pPr>
    </w:lvl>
    <w:lvl w:ilvl="2">
      <w:start w:val="1"/>
      <w:numFmt w:val="decimal"/>
      <w:pStyle w:val="cmsor3j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cmsor4j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">
    <w:nsid w:val="394B2355"/>
    <w:multiLevelType w:val="hybridMultilevel"/>
    <w:tmpl w:val="3B7A25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A042A"/>
    <w:multiLevelType w:val="multilevel"/>
    <w:tmpl w:val="23C00018"/>
    <w:lvl w:ilvl="0">
      <w:start w:val="1"/>
      <w:numFmt w:val="decimal"/>
      <w:pStyle w:val="HH1"/>
      <w:lvlText w:val="%1."/>
      <w:lvlJc w:val="left"/>
      <w:pPr>
        <w:ind w:left="720" w:hanging="360"/>
      </w:pPr>
    </w:lvl>
    <w:lvl w:ilvl="1">
      <w:start w:val="1"/>
      <w:numFmt w:val="decimal"/>
      <w:pStyle w:val="HH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H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H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C3C4DF8"/>
    <w:multiLevelType w:val="hybridMultilevel"/>
    <w:tmpl w:val="790E7878"/>
    <w:lvl w:ilvl="0" w:tplc="284A0D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046F5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E431B8">
      <w:start w:val="1"/>
      <w:numFmt w:val="bullet"/>
      <w:pStyle w:val="b0t8"/>
      <w:lvlText w:val="–"/>
      <w:lvlJc w:val="left"/>
      <w:pPr>
        <w:tabs>
          <w:tab w:val="num" w:pos="1894"/>
        </w:tabs>
        <w:ind w:left="1894" w:hanging="454"/>
      </w:pPr>
      <w:rPr>
        <w:rFonts w:ascii="#PC??" w:eastAsia="Times New Roman" w:hAnsi="#PC??" w:hint="eastAsia"/>
      </w:rPr>
    </w:lvl>
    <w:lvl w:ilvl="3" w:tplc="AA2865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F2662E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B445F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A240C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D20AA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1059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C8602E8"/>
    <w:multiLevelType w:val="hybridMultilevel"/>
    <w:tmpl w:val="D1D44D46"/>
    <w:lvl w:ilvl="0" w:tplc="FFFFFFFF">
      <w:start w:val="1"/>
      <w:numFmt w:val="bullet"/>
      <w:pStyle w:val="ListParagraph1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2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FE"/>
    <w:rsid w:val="00004D1E"/>
    <w:rsid w:val="0000746F"/>
    <w:rsid w:val="00015162"/>
    <w:rsid w:val="00020DCA"/>
    <w:rsid w:val="0002107B"/>
    <w:rsid w:val="00023BFA"/>
    <w:rsid w:val="00026318"/>
    <w:rsid w:val="00026AE0"/>
    <w:rsid w:val="00032C93"/>
    <w:rsid w:val="0003605A"/>
    <w:rsid w:val="0004130B"/>
    <w:rsid w:val="000428A0"/>
    <w:rsid w:val="0005339F"/>
    <w:rsid w:val="0005436B"/>
    <w:rsid w:val="00057E4D"/>
    <w:rsid w:val="000621E6"/>
    <w:rsid w:val="00062528"/>
    <w:rsid w:val="0006259E"/>
    <w:rsid w:val="0006490A"/>
    <w:rsid w:val="000652A6"/>
    <w:rsid w:val="00072EBC"/>
    <w:rsid w:val="000815F4"/>
    <w:rsid w:val="000864F2"/>
    <w:rsid w:val="000945F8"/>
    <w:rsid w:val="000979F3"/>
    <w:rsid w:val="000A2B6A"/>
    <w:rsid w:val="000A4946"/>
    <w:rsid w:val="000A7E20"/>
    <w:rsid w:val="000B1829"/>
    <w:rsid w:val="000B2FE4"/>
    <w:rsid w:val="000C18A4"/>
    <w:rsid w:val="000C37FB"/>
    <w:rsid w:val="000C47AB"/>
    <w:rsid w:val="000D1756"/>
    <w:rsid w:val="000D3032"/>
    <w:rsid w:val="000D36C3"/>
    <w:rsid w:val="000E1E64"/>
    <w:rsid w:val="000E532B"/>
    <w:rsid w:val="000E58CE"/>
    <w:rsid w:val="000F4C1A"/>
    <w:rsid w:val="0010089E"/>
    <w:rsid w:val="00102791"/>
    <w:rsid w:val="00104FF6"/>
    <w:rsid w:val="001148E0"/>
    <w:rsid w:val="00117B20"/>
    <w:rsid w:val="00120461"/>
    <w:rsid w:val="00121064"/>
    <w:rsid w:val="0012375E"/>
    <w:rsid w:val="00125650"/>
    <w:rsid w:val="001267CC"/>
    <w:rsid w:val="001279E0"/>
    <w:rsid w:val="00131756"/>
    <w:rsid w:val="00131A4F"/>
    <w:rsid w:val="0015328F"/>
    <w:rsid w:val="001537C7"/>
    <w:rsid w:val="00155BE0"/>
    <w:rsid w:val="001573E2"/>
    <w:rsid w:val="00165DC7"/>
    <w:rsid w:val="00170016"/>
    <w:rsid w:val="00170BF1"/>
    <w:rsid w:val="00172E1B"/>
    <w:rsid w:val="00180A12"/>
    <w:rsid w:val="0018506D"/>
    <w:rsid w:val="00187275"/>
    <w:rsid w:val="00187D73"/>
    <w:rsid w:val="00191A8D"/>
    <w:rsid w:val="0019265A"/>
    <w:rsid w:val="0019763F"/>
    <w:rsid w:val="00197A97"/>
    <w:rsid w:val="001A0633"/>
    <w:rsid w:val="001A4389"/>
    <w:rsid w:val="001B1055"/>
    <w:rsid w:val="001B1BF9"/>
    <w:rsid w:val="001B3AE4"/>
    <w:rsid w:val="001B52C7"/>
    <w:rsid w:val="001B7BF1"/>
    <w:rsid w:val="001C2E3A"/>
    <w:rsid w:val="001C6240"/>
    <w:rsid w:val="001D60D1"/>
    <w:rsid w:val="001E03AD"/>
    <w:rsid w:val="001E67C8"/>
    <w:rsid w:val="001F318C"/>
    <w:rsid w:val="001F3A57"/>
    <w:rsid w:val="001F4FB5"/>
    <w:rsid w:val="00214706"/>
    <w:rsid w:val="00224C8C"/>
    <w:rsid w:val="0022546A"/>
    <w:rsid w:val="002259E7"/>
    <w:rsid w:val="00225A4A"/>
    <w:rsid w:val="00225C09"/>
    <w:rsid w:val="00225E79"/>
    <w:rsid w:val="002273E0"/>
    <w:rsid w:val="00227BEA"/>
    <w:rsid w:val="00235ABC"/>
    <w:rsid w:val="0023611E"/>
    <w:rsid w:val="00236724"/>
    <w:rsid w:val="002367D9"/>
    <w:rsid w:val="00250BDB"/>
    <w:rsid w:val="0025281C"/>
    <w:rsid w:val="00253CCC"/>
    <w:rsid w:val="00254A82"/>
    <w:rsid w:val="00254F5C"/>
    <w:rsid w:val="002551AB"/>
    <w:rsid w:val="002671BF"/>
    <w:rsid w:val="002703B8"/>
    <w:rsid w:val="00272179"/>
    <w:rsid w:val="00273FA1"/>
    <w:rsid w:val="002743DA"/>
    <w:rsid w:val="0028266C"/>
    <w:rsid w:val="0028372E"/>
    <w:rsid w:val="00283767"/>
    <w:rsid w:val="0028589D"/>
    <w:rsid w:val="00292173"/>
    <w:rsid w:val="00297BB0"/>
    <w:rsid w:val="002A65F9"/>
    <w:rsid w:val="002A7F35"/>
    <w:rsid w:val="002B56AD"/>
    <w:rsid w:val="002C15F8"/>
    <w:rsid w:val="002C35A2"/>
    <w:rsid w:val="002C455A"/>
    <w:rsid w:val="002D0B69"/>
    <w:rsid w:val="002D2514"/>
    <w:rsid w:val="002E0BEB"/>
    <w:rsid w:val="002E31A6"/>
    <w:rsid w:val="002E45B0"/>
    <w:rsid w:val="002E6605"/>
    <w:rsid w:val="002E6DE3"/>
    <w:rsid w:val="002E76BC"/>
    <w:rsid w:val="002F3893"/>
    <w:rsid w:val="002F4EC2"/>
    <w:rsid w:val="002F507F"/>
    <w:rsid w:val="002F68BB"/>
    <w:rsid w:val="00303EA3"/>
    <w:rsid w:val="00310C8F"/>
    <w:rsid w:val="00313E02"/>
    <w:rsid w:val="00317F91"/>
    <w:rsid w:val="00320524"/>
    <w:rsid w:val="00320721"/>
    <w:rsid w:val="003232D2"/>
    <w:rsid w:val="00324FC3"/>
    <w:rsid w:val="003304EA"/>
    <w:rsid w:val="00341A0A"/>
    <w:rsid w:val="00344BF3"/>
    <w:rsid w:val="00344F53"/>
    <w:rsid w:val="0034628C"/>
    <w:rsid w:val="003479E3"/>
    <w:rsid w:val="0037186E"/>
    <w:rsid w:val="003727B9"/>
    <w:rsid w:val="003778A0"/>
    <w:rsid w:val="00382521"/>
    <w:rsid w:val="003846F6"/>
    <w:rsid w:val="00386121"/>
    <w:rsid w:val="00387264"/>
    <w:rsid w:val="003917E1"/>
    <w:rsid w:val="00392CBC"/>
    <w:rsid w:val="003931B5"/>
    <w:rsid w:val="003B09FE"/>
    <w:rsid w:val="003B1E23"/>
    <w:rsid w:val="003B2A72"/>
    <w:rsid w:val="003B2E34"/>
    <w:rsid w:val="003D0271"/>
    <w:rsid w:val="003D17EB"/>
    <w:rsid w:val="003D34D9"/>
    <w:rsid w:val="003D5175"/>
    <w:rsid w:val="003D7351"/>
    <w:rsid w:val="003E115F"/>
    <w:rsid w:val="003E2B68"/>
    <w:rsid w:val="003E435E"/>
    <w:rsid w:val="003E4647"/>
    <w:rsid w:val="003E78BF"/>
    <w:rsid w:val="003F08FF"/>
    <w:rsid w:val="003F26EB"/>
    <w:rsid w:val="003F5031"/>
    <w:rsid w:val="0040045A"/>
    <w:rsid w:val="00402F38"/>
    <w:rsid w:val="00405407"/>
    <w:rsid w:val="0041056F"/>
    <w:rsid w:val="00413363"/>
    <w:rsid w:val="00414D74"/>
    <w:rsid w:val="0042111B"/>
    <w:rsid w:val="004254D4"/>
    <w:rsid w:val="00425B49"/>
    <w:rsid w:val="00432D49"/>
    <w:rsid w:val="00434028"/>
    <w:rsid w:val="004355EE"/>
    <w:rsid w:val="00436AC0"/>
    <w:rsid w:val="00436EAA"/>
    <w:rsid w:val="004376AC"/>
    <w:rsid w:val="004444E5"/>
    <w:rsid w:val="00452CD5"/>
    <w:rsid w:val="0046277E"/>
    <w:rsid w:val="00473152"/>
    <w:rsid w:val="00474329"/>
    <w:rsid w:val="00474802"/>
    <w:rsid w:val="00475888"/>
    <w:rsid w:val="00475BA2"/>
    <w:rsid w:val="004776E0"/>
    <w:rsid w:val="00481E0E"/>
    <w:rsid w:val="00490BBC"/>
    <w:rsid w:val="00490E75"/>
    <w:rsid w:val="004964FD"/>
    <w:rsid w:val="004A0119"/>
    <w:rsid w:val="004A0773"/>
    <w:rsid w:val="004A230F"/>
    <w:rsid w:val="004A6B75"/>
    <w:rsid w:val="004B1D2E"/>
    <w:rsid w:val="004B45AE"/>
    <w:rsid w:val="004C705C"/>
    <w:rsid w:val="004C7CD7"/>
    <w:rsid w:val="004D36EB"/>
    <w:rsid w:val="004E27B6"/>
    <w:rsid w:val="004E7870"/>
    <w:rsid w:val="004F3DD7"/>
    <w:rsid w:val="004F46FF"/>
    <w:rsid w:val="004F66E3"/>
    <w:rsid w:val="004F792D"/>
    <w:rsid w:val="00506E6D"/>
    <w:rsid w:val="00513B45"/>
    <w:rsid w:val="00514E93"/>
    <w:rsid w:val="00516509"/>
    <w:rsid w:val="005178D8"/>
    <w:rsid w:val="00517E3F"/>
    <w:rsid w:val="005205FA"/>
    <w:rsid w:val="00531E36"/>
    <w:rsid w:val="005408A4"/>
    <w:rsid w:val="005433F6"/>
    <w:rsid w:val="00543ED1"/>
    <w:rsid w:val="005501D3"/>
    <w:rsid w:val="0055778E"/>
    <w:rsid w:val="00557E11"/>
    <w:rsid w:val="00561A3D"/>
    <w:rsid w:val="0056546A"/>
    <w:rsid w:val="0056576A"/>
    <w:rsid w:val="00571D82"/>
    <w:rsid w:val="00574D26"/>
    <w:rsid w:val="00575D0D"/>
    <w:rsid w:val="005827DB"/>
    <w:rsid w:val="00583069"/>
    <w:rsid w:val="00584AB4"/>
    <w:rsid w:val="00585198"/>
    <w:rsid w:val="00594312"/>
    <w:rsid w:val="00595264"/>
    <w:rsid w:val="00596996"/>
    <w:rsid w:val="005A480D"/>
    <w:rsid w:val="005A4991"/>
    <w:rsid w:val="005A6D93"/>
    <w:rsid w:val="005B415E"/>
    <w:rsid w:val="005C3667"/>
    <w:rsid w:val="005C6298"/>
    <w:rsid w:val="005D17D5"/>
    <w:rsid w:val="005D3344"/>
    <w:rsid w:val="005D5A65"/>
    <w:rsid w:val="005D7556"/>
    <w:rsid w:val="005E257A"/>
    <w:rsid w:val="005E28DA"/>
    <w:rsid w:val="005F2E3C"/>
    <w:rsid w:val="0060016D"/>
    <w:rsid w:val="00601239"/>
    <w:rsid w:val="00603B92"/>
    <w:rsid w:val="00603D0B"/>
    <w:rsid w:val="00614054"/>
    <w:rsid w:val="006322C7"/>
    <w:rsid w:val="006331C2"/>
    <w:rsid w:val="00642946"/>
    <w:rsid w:val="00643D44"/>
    <w:rsid w:val="0064704B"/>
    <w:rsid w:val="00650102"/>
    <w:rsid w:val="00657F57"/>
    <w:rsid w:val="0066071D"/>
    <w:rsid w:val="00670F1C"/>
    <w:rsid w:val="00674AD6"/>
    <w:rsid w:val="0067511A"/>
    <w:rsid w:val="00677426"/>
    <w:rsid w:val="006815F7"/>
    <w:rsid w:val="0068367B"/>
    <w:rsid w:val="00685B57"/>
    <w:rsid w:val="006946C6"/>
    <w:rsid w:val="006A5874"/>
    <w:rsid w:val="006B0307"/>
    <w:rsid w:val="006B06B7"/>
    <w:rsid w:val="006B5139"/>
    <w:rsid w:val="006C242B"/>
    <w:rsid w:val="006C2B16"/>
    <w:rsid w:val="006C2CB9"/>
    <w:rsid w:val="006C5332"/>
    <w:rsid w:val="006C5488"/>
    <w:rsid w:val="006D1DC6"/>
    <w:rsid w:val="006D2819"/>
    <w:rsid w:val="006D437E"/>
    <w:rsid w:val="006D60C3"/>
    <w:rsid w:val="006D6569"/>
    <w:rsid w:val="006D7319"/>
    <w:rsid w:val="006D7C79"/>
    <w:rsid w:val="006D7F2F"/>
    <w:rsid w:val="006E3512"/>
    <w:rsid w:val="006E78B3"/>
    <w:rsid w:val="006E7CB3"/>
    <w:rsid w:val="006F6223"/>
    <w:rsid w:val="006F7584"/>
    <w:rsid w:val="00701A61"/>
    <w:rsid w:val="00705C40"/>
    <w:rsid w:val="00706C0E"/>
    <w:rsid w:val="00722543"/>
    <w:rsid w:val="00722C2D"/>
    <w:rsid w:val="00723187"/>
    <w:rsid w:val="007264E7"/>
    <w:rsid w:val="00731B6D"/>
    <w:rsid w:val="00732471"/>
    <w:rsid w:val="007349FE"/>
    <w:rsid w:val="00735631"/>
    <w:rsid w:val="00740399"/>
    <w:rsid w:val="00750C89"/>
    <w:rsid w:val="007512FE"/>
    <w:rsid w:val="00753ECD"/>
    <w:rsid w:val="00766292"/>
    <w:rsid w:val="0077302D"/>
    <w:rsid w:val="007745BD"/>
    <w:rsid w:val="00781078"/>
    <w:rsid w:val="00790CDB"/>
    <w:rsid w:val="007A3C3F"/>
    <w:rsid w:val="007A5ACA"/>
    <w:rsid w:val="007B0EED"/>
    <w:rsid w:val="007B4F55"/>
    <w:rsid w:val="007B6E4B"/>
    <w:rsid w:val="007C2F7E"/>
    <w:rsid w:val="007D26D9"/>
    <w:rsid w:val="007D3A7C"/>
    <w:rsid w:val="007F03C2"/>
    <w:rsid w:val="007F218C"/>
    <w:rsid w:val="00804C89"/>
    <w:rsid w:val="00804FD3"/>
    <w:rsid w:val="008058AC"/>
    <w:rsid w:val="008114A8"/>
    <w:rsid w:val="00815617"/>
    <w:rsid w:val="00820F59"/>
    <w:rsid w:val="00826F5B"/>
    <w:rsid w:val="0083320D"/>
    <w:rsid w:val="0083476F"/>
    <w:rsid w:val="00834992"/>
    <w:rsid w:val="008367DB"/>
    <w:rsid w:val="008404C4"/>
    <w:rsid w:val="00841540"/>
    <w:rsid w:val="00844FCB"/>
    <w:rsid w:val="0086533F"/>
    <w:rsid w:val="008657E2"/>
    <w:rsid w:val="008705A9"/>
    <w:rsid w:val="00873B0C"/>
    <w:rsid w:val="00883FB0"/>
    <w:rsid w:val="00894F0B"/>
    <w:rsid w:val="008964EF"/>
    <w:rsid w:val="0089780E"/>
    <w:rsid w:val="00897B47"/>
    <w:rsid w:val="008A158C"/>
    <w:rsid w:val="008A3303"/>
    <w:rsid w:val="008A4CE5"/>
    <w:rsid w:val="008A66D3"/>
    <w:rsid w:val="008B02C1"/>
    <w:rsid w:val="008B43B7"/>
    <w:rsid w:val="008C52FE"/>
    <w:rsid w:val="008C55F5"/>
    <w:rsid w:val="008E1A8D"/>
    <w:rsid w:val="008F0B7A"/>
    <w:rsid w:val="008F6A0C"/>
    <w:rsid w:val="009168A5"/>
    <w:rsid w:val="00917949"/>
    <w:rsid w:val="00922199"/>
    <w:rsid w:val="009236EE"/>
    <w:rsid w:val="00924CE0"/>
    <w:rsid w:val="0093357C"/>
    <w:rsid w:val="0093521E"/>
    <w:rsid w:val="0093582C"/>
    <w:rsid w:val="009419AA"/>
    <w:rsid w:val="00944198"/>
    <w:rsid w:val="00954D0A"/>
    <w:rsid w:val="00956B9A"/>
    <w:rsid w:val="009575C4"/>
    <w:rsid w:val="009619D5"/>
    <w:rsid w:val="00965095"/>
    <w:rsid w:val="00966A44"/>
    <w:rsid w:val="009729FE"/>
    <w:rsid w:val="00973A16"/>
    <w:rsid w:val="00982C12"/>
    <w:rsid w:val="009845F7"/>
    <w:rsid w:val="009868F2"/>
    <w:rsid w:val="0098743C"/>
    <w:rsid w:val="0098798D"/>
    <w:rsid w:val="00991454"/>
    <w:rsid w:val="00991C93"/>
    <w:rsid w:val="00992485"/>
    <w:rsid w:val="00994708"/>
    <w:rsid w:val="00997863"/>
    <w:rsid w:val="009A0FC4"/>
    <w:rsid w:val="009A6084"/>
    <w:rsid w:val="009B11BE"/>
    <w:rsid w:val="009B3660"/>
    <w:rsid w:val="009B6C0C"/>
    <w:rsid w:val="009B7E04"/>
    <w:rsid w:val="009C3C05"/>
    <w:rsid w:val="009C4498"/>
    <w:rsid w:val="009D33B0"/>
    <w:rsid w:val="009D6202"/>
    <w:rsid w:val="009D6F21"/>
    <w:rsid w:val="009D7CF3"/>
    <w:rsid w:val="009E1AEB"/>
    <w:rsid w:val="009E3438"/>
    <w:rsid w:val="009F3681"/>
    <w:rsid w:val="009F3F84"/>
    <w:rsid w:val="00A153EC"/>
    <w:rsid w:val="00A15C4A"/>
    <w:rsid w:val="00A15CCC"/>
    <w:rsid w:val="00A170A4"/>
    <w:rsid w:val="00A21D2C"/>
    <w:rsid w:val="00A26CB6"/>
    <w:rsid w:val="00A315D7"/>
    <w:rsid w:val="00A31869"/>
    <w:rsid w:val="00A3315E"/>
    <w:rsid w:val="00A407F5"/>
    <w:rsid w:val="00A425F1"/>
    <w:rsid w:val="00A448F2"/>
    <w:rsid w:val="00A4704E"/>
    <w:rsid w:val="00A603BA"/>
    <w:rsid w:val="00A628A1"/>
    <w:rsid w:val="00A63836"/>
    <w:rsid w:val="00A6535F"/>
    <w:rsid w:val="00A713DB"/>
    <w:rsid w:val="00A7149D"/>
    <w:rsid w:val="00A805F0"/>
    <w:rsid w:val="00A843C5"/>
    <w:rsid w:val="00A86FF9"/>
    <w:rsid w:val="00A91341"/>
    <w:rsid w:val="00AA19C4"/>
    <w:rsid w:val="00AA36B1"/>
    <w:rsid w:val="00AA3CEE"/>
    <w:rsid w:val="00AA5D90"/>
    <w:rsid w:val="00AA6245"/>
    <w:rsid w:val="00AA6346"/>
    <w:rsid w:val="00AB0CAB"/>
    <w:rsid w:val="00AB4E18"/>
    <w:rsid w:val="00AB53B4"/>
    <w:rsid w:val="00AC2196"/>
    <w:rsid w:val="00AC22B4"/>
    <w:rsid w:val="00AC4D22"/>
    <w:rsid w:val="00AC5919"/>
    <w:rsid w:val="00AE19EF"/>
    <w:rsid w:val="00AE3C25"/>
    <w:rsid w:val="00AE7610"/>
    <w:rsid w:val="00AF260A"/>
    <w:rsid w:val="00AF7739"/>
    <w:rsid w:val="00B036BF"/>
    <w:rsid w:val="00B05EE9"/>
    <w:rsid w:val="00B11110"/>
    <w:rsid w:val="00B12B82"/>
    <w:rsid w:val="00B131B9"/>
    <w:rsid w:val="00B13F3D"/>
    <w:rsid w:val="00B2250D"/>
    <w:rsid w:val="00B2261E"/>
    <w:rsid w:val="00B26213"/>
    <w:rsid w:val="00B316C3"/>
    <w:rsid w:val="00B3450B"/>
    <w:rsid w:val="00B40BF1"/>
    <w:rsid w:val="00B41ED9"/>
    <w:rsid w:val="00B420B3"/>
    <w:rsid w:val="00B44862"/>
    <w:rsid w:val="00B50D39"/>
    <w:rsid w:val="00B5385D"/>
    <w:rsid w:val="00B57E71"/>
    <w:rsid w:val="00B6239E"/>
    <w:rsid w:val="00B63957"/>
    <w:rsid w:val="00B704A8"/>
    <w:rsid w:val="00B7286B"/>
    <w:rsid w:val="00B74C9C"/>
    <w:rsid w:val="00B74D8E"/>
    <w:rsid w:val="00B76CB3"/>
    <w:rsid w:val="00B82320"/>
    <w:rsid w:val="00B841D4"/>
    <w:rsid w:val="00BA62EB"/>
    <w:rsid w:val="00BA7169"/>
    <w:rsid w:val="00BA741F"/>
    <w:rsid w:val="00BA77C2"/>
    <w:rsid w:val="00BB2596"/>
    <w:rsid w:val="00BC048A"/>
    <w:rsid w:val="00BC2CA8"/>
    <w:rsid w:val="00BC3DD0"/>
    <w:rsid w:val="00BC7CA6"/>
    <w:rsid w:val="00BD2E1E"/>
    <w:rsid w:val="00BD5559"/>
    <w:rsid w:val="00BD5EEF"/>
    <w:rsid w:val="00BE548D"/>
    <w:rsid w:val="00BE6585"/>
    <w:rsid w:val="00BF0C84"/>
    <w:rsid w:val="00BF4998"/>
    <w:rsid w:val="00C10D06"/>
    <w:rsid w:val="00C13229"/>
    <w:rsid w:val="00C16ED4"/>
    <w:rsid w:val="00C22359"/>
    <w:rsid w:val="00C40750"/>
    <w:rsid w:val="00C42D63"/>
    <w:rsid w:val="00C464C0"/>
    <w:rsid w:val="00C52285"/>
    <w:rsid w:val="00C54B90"/>
    <w:rsid w:val="00C65A19"/>
    <w:rsid w:val="00C74466"/>
    <w:rsid w:val="00C74759"/>
    <w:rsid w:val="00C82858"/>
    <w:rsid w:val="00C8764C"/>
    <w:rsid w:val="00C87845"/>
    <w:rsid w:val="00C950EA"/>
    <w:rsid w:val="00C9681E"/>
    <w:rsid w:val="00C979B0"/>
    <w:rsid w:val="00CA0754"/>
    <w:rsid w:val="00CA3B5E"/>
    <w:rsid w:val="00CA5EC7"/>
    <w:rsid w:val="00CB3A51"/>
    <w:rsid w:val="00CB5CEF"/>
    <w:rsid w:val="00CC0EB2"/>
    <w:rsid w:val="00CC331F"/>
    <w:rsid w:val="00CC3364"/>
    <w:rsid w:val="00CD00D4"/>
    <w:rsid w:val="00CD35D9"/>
    <w:rsid w:val="00CD392D"/>
    <w:rsid w:val="00CD4611"/>
    <w:rsid w:val="00CE4045"/>
    <w:rsid w:val="00CF3BB8"/>
    <w:rsid w:val="00D05578"/>
    <w:rsid w:val="00D066D6"/>
    <w:rsid w:val="00D074F9"/>
    <w:rsid w:val="00D21012"/>
    <w:rsid w:val="00D21345"/>
    <w:rsid w:val="00D21F78"/>
    <w:rsid w:val="00D27EBA"/>
    <w:rsid w:val="00D3298B"/>
    <w:rsid w:val="00D35204"/>
    <w:rsid w:val="00D4514D"/>
    <w:rsid w:val="00D53027"/>
    <w:rsid w:val="00D55F5C"/>
    <w:rsid w:val="00D60C72"/>
    <w:rsid w:val="00D669AE"/>
    <w:rsid w:val="00D717CA"/>
    <w:rsid w:val="00D74D23"/>
    <w:rsid w:val="00D758A3"/>
    <w:rsid w:val="00D80348"/>
    <w:rsid w:val="00D847A3"/>
    <w:rsid w:val="00D85148"/>
    <w:rsid w:val="00D9109B"/>
    <w:rsid w:val="00D95A14"/>
    <w:rsid w:val="00DA112B"/>
    <w:rsid w:val="00DA117F"/>
    <w:rsid w:val="00DA23FB"/>
    <w:rsid w:val="00DA4FB0"/>
    <w:rsid w:val="00DA6C4E"/>
    <w:rsid w:val="00DB450C"/>
    <w:rsid w:val="00DB4F4F"/>
    <w:rsid w:val="00DB6101"/>
    <w:rsid w:val="00DB7866"/>
    <w:rsid w:val="00DC2FFA"/>
    <w:rsid w:val="00DC59CE"/>
    <w:rsid w:val="00DD1629"/>
    <w:rsid w:val="00DD2287"/>
    <w:rsid w:val="00DD41D6"/>
    <w:rsid w:val="00DE6102"/>
    <w:rsid w:val="00DF1DE7"/>
    <w:rsid w:val="00E020B4"/>
    <w:rsid w:val="00E0751E"/>
    <w:rsid w:val="00E1209D"/>
    <w:rsid w:val="00E16AF4"/>
    <w:rsid w:val="00E2107C"/>
    <w:rsid w:val="00E23B4C"/>
    <w:rsid w:val="00E24861"/>
    <w:rsid w:val="00E24FEC"/>
    <w:rsid w:val="00E271E7"/>
    <w:rsid w:val="00E452AC"/>
    <w:rsid w:val="00E46985"/>
    <w:rsid w:val="00E479E1"/>
    <w:rsid w:val="00E51EAB"/>
    <w:rsid w:val="00E545B9"/>
    <w:rsid w:val="00E55158"/>
    <w:rsid w:val="00E678EE"/>
    <w:rsid w:val="00E71314"/>
    <w:rsid w:val="00E7319A"/>
    <w:rsid w:val="00E73F6F"/>
    <w:rsid w:val="00E774D8"/>
    <w:rsid w:val="00E775B2"/>
    <w:rsid w:val="00E91D7F"/>
    <w:rsid w:val="00E96124"/>
    <w:rsid w:val="00EA57DC"/>
    <w:rsid w:val="00EA5B4F"/>
    <w:rsid w:val="00EB5ED4"/>
    <w:rsid w:val="00EB6192"/>
    <w:rsid w:val="00EB6F51"/>
    <w:rsid w:val="00EC31D6"/>
    <w:rsid w:val="00ED229E"/>
    <w:rsid w:val="00ED55C1"/>
    <w:rsid w:val="00EF0A94"/>
    <w:rsid w:val="00EF1EC5"/>
    <w:rsid w:val="00EF7707"/>
    <w:rsid w:val="00F05CD1"/>
    <w:rsid w:val="00F112AE"/>
    <w:rsid w:val="00F156F0"/>
    <w:rsid w:val="00F306EE"/>
    <w:rsid w:val="00F338A5"/>
    <w:rsid w:val="00F34265"/>
    <w:rsid w:val="00F34821"/>
    <w:rsid w:val="00F41502"/>
    <w:rsid w:val="00F44EDA"/>
    <w:rsid w:val="00F51B22"/>
    <w:rsid w:val="00F51F7D"/>
    <w:rsid w:val="00F55368"/>
    <w:rsid w:val="00F6320E"/>
    <w:rsid w:val="00F67B51"/>
    <w:rsid w:val="00F72AC9"/>
    <w:rsid w:val="00F86E30"/>
    <w:rsid w:val="00F93588"/>
    <w:rsid w:val="00F961CA"/>
    <w:rsid w:val="00F97058"/>
    <w:rsid w:val="00F97196"/>
    <w:rsid w:val="00F97AFE"/>
    <w:rsid w:val="00FA035F"/>
    <w:rsid w:val="00FA05E4"/>
    <w:rsid w:val="00FA0973"/>
    <w:rsid w:val="00FA5972"/>
    <w:rsid w:val="00FA5AB8"/>
    <w:rsid w:val="00FB1022"/>
    <w:rsid w:val="00FB14CF"/>
    <w:rsid w:val="00FB2A6B"/>
    <w:rsid w:val="00FB5A28"/>
    <w:rsid w:val="00FB5C8A"/>
    <w:rsid w:val="00FB5F03"/>
    <w:rsid w:val="00FD0CDD"/>
    <w:rsid w:val="00FD1725"/>
    <w:rsid w:val="00FD42D8"/>
    <w:rsid w:val="00FD7480"/>
    <w:rsid w:val="00FD7994"/>
    <w:rsid w:val="00FE0194"/>
    <w:rsid w:val="00FE2ABD"/>
    <w:rsid w:val="00FE2D94"/>
    <w:rsid w:val="00FE2EB8"/>
    <w:rsid w:val="00FE4167"/>
    <w:rsid w:val="00FE44AF"/>
    <w:rsid w:val="00FE6E0C"/>
    <w:rsid w:val="00FE75AF"/>
    <w:rsid w:val="00FF01D6"/>
    <w:rsid w:val="00FF1F7C"/>
    <w:rsid w:val="00FF2211"/>
    <w:rsid w:val="00FF35BA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12FE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H1"/>
    <w:next w:val="Norml"/>
    <w:link w:val="Cmsor1Char"/>
    <w:uiPriority w:val="9"/>
    <w:qFormat/>
    <w:rsid w:val="00557E11"/>
    <w:pPr>
      <w:numPr>
        <w:numId w:val="3"/>
      </w:numPr>
      <w:outlineLvl w:val="0"/>
    </w:pPr>
  </w:style>
  <w:style w:type="paragraph" w:styleId="Cmsor2">
    <w:name w:val="heading 2"/>
    <w:basedOn w:val="H1"/>
    <w:next w:val="Norml"/>
    <w:link w:val="Cmsor2Char"/>
    <w:semiHidden/>
    <w:unhideWhenUsed/>
    <w:qFormat/>
    <w:rsid w:val="00557E11"/>
    <w:pPr>
      <w:numPr>
        <w:ilvl w:val="1"/>
        <w:numId w:val="3"/>
      </w:numPr>
      <w:outlineLvl w:val="1"/>
    </w:pPr>
  </w:style>
  <w:style w:type="paragraph" w:styleId="Cmsor3">
    <w:name w:val="heading 3"/>
    <w:basedOn w:val="H1"/>
    <w:next w:val="Norml"/>
    <w:link w:val="Cmsor3Char"/>
    <w:uiPriority w:val="9"/>
    <w:semiHidden/>
    <w:unhideWhenUsed/>
    <w:qFormat/>
    <w:rsid w:val="00557E11"/>
    <w:pPr>
      <w:numPr>
        <w:ilvl w:val="2"/>
        <w:numId w:val="3"/>
      </w:numPr>
      <w:outlineLvl w:val="2"/>
    </w:pPr>
    <w:rPr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7E11"/>
    <w:pPr>
      <w:keepNext/>
      <w:keepLines/>
      <w:numPr>
        <w:ilvl w:val="3"/>
        <w:numId w:val="3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  <w:sz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57E11"/>
    <w:pPr>
      <w:numPr>
        <w:ilvl w:val="6"/>
        <w:numId w:val="5"/>
      </w:numPr>
      <w:spacing w:after="60" w:line="280" w:lineRule="atLeast"/>
      <w:outlineLvl w:val="6"/>
    </w:pPr>
    <w:rPr>
      <w:rFonts w:ascii="Calibri" w:hAnsi="Calibri" w:cs="Times New Roman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rsid w:val="00E678EE"/>
    <w:pPr>
      <w:numPr>
        <w:ilvl w:val="7"/>
        <w:numId w:val="5"/>
      </w:numPr>
      <w:spacing w:after="60" w:line="280" w:lineRule="atLeas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rsid w:val="00E678EE"/>
    <w:pPr>
      <w:numPr>
        <w:ilvl w:val="8"/>
        <w:numId w:val="5"/>
      </w:numPr>
      <w:spacing w:after="60" w:line="280" w:lineRule="atLeast"/>
      <w:outlineLvl w:val="8"/>
    </w:pPr>
    <w:rPr>
      <w:rFonts w:ascii="Cambria" w:hAnsi="Cambria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unhideWhenUsed/>
    <w:rsid w:val="00C13229"/>
    <w:pPr>
      <w:tabs>
        <w:tab w:val="left" w:pos="660"/>
        <w:tab w:val="right" w:leader="dot" w:pos="9062"/>
      </w:tabs>
      <w:spacing w:before="120" w:after="0"/>
      <w:jc w:val="left"/>
    </w:pPr>
    <w:rPr>
      <w:rFonts w:asciiTheme="minorHAnsi" w:hAnsiTheme="minorHAnsi"/>
      <w:b/>
      <w:sz w:val="24"/>
      <w:szCs w:val="24"/>
    </w:rPr>
  </w:style>
  <w:style w:type="paragraph" w:customStyle="1" w:styleId="H1">
    <w:name w:val="H1"/>
    <w:basedOn w:val="Norml"/>
    <w:qFormat/>
    <w:rsid w:val="00557E11"/>
    <w:rPr>
      <w:b/>
      <w:sz w:val="28"/>
      <w:szCs w:val="28"/>
    </w:rPr>
  </w:style>
  <w:style w:type="paragraph" w:customStyle="1" w:styleId="HH1">
    <w:name w:val="HH1"/>
    <w:basedOn w:val="H1"/>
    <w:qFormat/>
    <w:rsid w:val="00557E11"/>
    <w:pPr>
      <w:numPr>
        <w:numId w:val="4"/>
      </w:numPr>
    </w:pPr>
  </w:style>
  <w:style w:type="paragraph" w:customStyle="1" w:styleId="HH2">
    <w:name w:val="HH2"/>
    <w:basedOn w:val="Norml"/>
    <w:qFormat/>
    <w:rsid w:val="00557E11"/>
    <w:pPr>
      <w:numPr>
        <w:ilvl w:val="1"/>
        <w:numId w:val="4"/>
      </w:numPr>
    </w:pPr>
    <w:rPr>
      <w:b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614054"/>
    <w:pPr>
      <w:spacing w:before="0" w:after="0"/>
      <w:ind w:left="200"/>
      <w:jc w:val="left"/>
    </w:pPr>
    <w:rPr>
      <w:rFonts w:asciiTheme="minorHAnsi" w:hAnsiTheme="minorHAnsi"/>
      <w:b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557E11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557E11"/>
    <w:rPr>
      <w:rFonts w:ascii="Arial" w:eastAsia="Times New Roman" w:hAnsi="Arial" w:cs="Arial"/>
      <w:lang w:eastAsia="hu-HU"/>
    </w:rPr>
  </w:style>
  <w:style w:type="paragraph" w:customStyle="1" w:styleId="ListParagraph1">
    <w:name w:val="List Paragraph1"/>
    <w:aliases w:val="L-IT List Paragraph,List Paragraph11"/>
    <w:basedOn w:val="Norml"/>
    <w:uiPriority w:val="34"/>
    <w:rsid w:val="00614054"/>
    <w:pPr>
      <w:numPr>
        <w:numId w:val="1"/>
      </w:numPr>
      <w:spacing w:before="60" w:after="0"/>
    </w:pPr>
    <w:rPr>
      <w:rFonts w:ascii="Calibri" w:hAnsi="Calibri" w:cs="Times New Roman"/>
      <w:sz w:val="24"/>
      <w:szCs w:val="24"/>
    </w:rPr>
  </w:style>
  <w:style w:type="paragraph" w:customStyle="1" w:styleId="HH3">
    <w:name w:val="HH3"/>
    <w:basedOn w:val="HH1"/>
    <w:qFormat/>
    <w:rsid w:val="00557E11"/>
    <w:pPr>
      <w:numPr>
        <w:ilvl w:val="2"/>
      </w:numPr>
    </w:pPr>
    <w:rPr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614054"/>
    <w:pPr>
      <w:spacing w:before="0" w:after="0"/>
      <w:ind w:left="400"/>
      <w:jc w:val="left"/>
    </w:pPr>
    <w:rPr>
      <w:rFonts w:asciiTheme="minorHAnsi" w:hAnsiTheme="minorHAnsi"/>
    </w:rPr>
  </w:style>
  <w:style w:type="paragraph" w:customStyle="1" w:styleId="HH4">
    <w:name w:val="HH4"/>
    <w:basedOn w:val="HH3"/>
    <w:qFormat/>
    <w:rsid w:val="00557E11"/>
    <w:pPr>
      <w:numPr>
        <w:ilvl w:val="3"/>
      </w:numPr>
    </w:pPr>
  </w:style>
  <w:style w:type="paragraph" w:customStyle="1" w:styleId="b0t8">
    <w:name w:val="b0t8"/>
    <w:basedOn w:val="Norml"/>
    <w:uiPriority w:val="99"/>
    <w:rsid w:val="00614054"/>
    <w:pPr>
      <w:numPr>
        <w:ilvl w:val="2"/>
        <w:numId w:val="2"/>
      </w:numPr>
      <w:spacing w:before="120" w:line="276" w:lineRule="auto"/>
    </w:pPr>
    <w:rPr>
      <w:rFonts w:ascii="Tahoma" w:hAnsi="Tahoma" w:cs="Times New Roman"/>
      <w:sz w:val="16"/>
      <w:lang w:val="cs-CZ" w:eastAsia="en-US" w:bidi="en-US"/>
    </w:rPr>
  </w:style>
  <w:style w:type="paragraph" w:customStyle="1" w:styleId="Cmek">
    <w:name w:val="Címek"/>
    <w:basedOn w:val="Norml"/>
    <w:link w:val="CmekChar"/>
    <w:qFormat/>
    <w:rsid w:val="00557E11"/>
    <w:pPr>
      <w:spacing w:before="0" w:after="0" w:line="276" w:lineRule="auto"/>
      <w:jc w:val="center"/>
    </w:pPr>
    <w:rPr>
      <w:rFonts w:ascii="Calibri" w:hAnsi="Calibri" w:cs="Times New Roman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557E11"/>
    <w:rPr>
      <w:rFonts w:ascii="Calibri" w:eastAsia="Times New Roman" w:hAnsi="Calibri" w:cs="Times New Roman"/>
      <w:b/>
      <w:sz w:val="50"/>
      <w:szCs w:val="50"/>
      <w:lang w:bidi="en-US"/>
    </w:rPr>
  </w:style>
  <w:style w:type="paragraph" w:customStyle="1" w:styleId="Megvaltanszoveg1">
    <w:name w:val="Megvaltan_szoveg_1"/>
    <w:basedOn w:val="Norml"/>
    <w:rsid w:val="00614054"/>
    <w:pPr>
      <w:spacing w:before="60" w:line="360" w:lineRule="auto"/>
      <w:ind w:left="397"/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0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05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lAAA">
    <w:name w:val="NormálAAA"/>
    <w:basedOn w:val="Szvegtrzs"/>
    <w:link w:val="NormlAAAChar"/>
    <w:rsid w:val="000E532B"/>
    <w:pPr>
      <w:spacing w:before="60" w:after="60" w:line="280" w:lineRule="atLeast"/>
      <w:ind w:left="289"/>
    </w:pPr>
    <w:rPr>
      <w:rFonts w:cs="Times New Roman"/>
      <w:szCs w:val="20"/>
    </w:rPr>
  </w:style>
  <w:style w:type="character" w:customStyle="1" w:styleId="NormlAAAChar">
    <w:name w:val="NormálAAA Char"/>
    <w:link w:val="NormlAAA"/>
    <w:rsid w:val="000E532B"/>
    <w:rPr>
      <w:rFonts w:ascii="Arial" w:eastAsia="Times New Roman" w:hAnsi="Arial" w:cs="Times New Roman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0E532B"/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E532B"/>
    <w:rPr>
      <w:rFonts w:ascii="Arial" w:eastAsia="Times New Roman" w:hAnsi="Arial" w:cs="Arial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57E11"/>
    <w:rPr>
      <w:rFonts w:ascii="Arial" w:eastAsia="Times New Roman" w:hAnsi="Arial" w:cs="Arial"/>
      <w:b/>
      <w:sz w:val="28"/>
      <w:szCs w:val="28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57E11"/>
    <w:pPr>
      <w:numPr>
        <w:numId w:val="0"/>
      </w:numPr>
      <w:spacing w:line="276" w:lineRule="auto"/>
      <w:jc w:val="left"/>
      <w:outlineLvl w:val="9"/>
    </w:pPr>
  </w:style>
  <w:style w:type="character" w:styleId="Hiperhivatkozs">
    <w:name w:val="Hyperlink"/>
    <w:basedOn w:val="Bekezdsalapbettpusa"/>
    <w:uiPriority w:val="99"/>
    <w:unhideWhenUsed/>
    <w:rsid w:val="00574D26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F260A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F260A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nhideWhenUsed/>
    <w:rsid w:val="00AF260A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F260A"/>
    <w:rPr>
      <w:rFonts w:ascii="Arial" w:eastAsia="Times New Roman" w:hAnsi="Arial" w:cs="Arial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57E11"/>
    <w:rPr>
      <w:rFonts w:ascii="Arial" w:eastAsia="Times New Roman" w:hAnsi="Arial" w:cs="Arial"/>
      <w:b/>
      <w:sz w:val="28"/>
      <w:szCs w:val="28"/>
      <w:lang w:eastAsia="hu-HU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557E11"/>
    <w:pPr>
      <w:spacing w:before="0"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557E11"/>
    <w:rPr>
      <w:rFonts w:ascii="Arial" w:eastAsia="Times New Roman" w:hAnsi="Arial" w:cs="Arial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57E11"/>
    <w:rPr>
      <w:rFonts w:ascii="Arial" w:eastAsia="Times New Roman" w:hAnsi="Arial" w:cs="Arial"/>
      <w:b/>
      <w:b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7E11"/>
    <w:rPr>
      <w:rFonts w:asciiTheme="majorHAnsi" w:eastAsiaTheme="majorEastAsia" w:hAnsiTheme="majorHAnsi" w:cstheme="majorBidi"/>
      <w:b/>
      <w:bCs/>
      <w:iCs/>
      <w:sz w:val="24"/>
      <w:lang w:eastAsia="hu-HU"/>
    </w:rPr>
  </w:style>
  <w:style w:type="paragraph" w:styleId="Jegyzetszveg">
    <w:name w:val="annotation text"/>
    <w:basedOn w:val="Norml"/>
    <w:link w:val="JegyzetszvegChar"/>
    <w:uiPriority w:val="99"/>
    <w:rsid w:val="00CD00D4"/>
    <w:pPr>
      <w:spacing w:before="0"/>
    </w:pPr>
    <w:rPr>
      <w:rFonts w:ascii="Calibri" w:hAnsi="Calibri" w:cs="Times New Roman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D00D4"/>
    <w:rPr>
      <w:rFonts w:ascii="Calibri" w:eastAsia="Times New Roman" w:hAnsi="Calibri" w:cs="Times New Roman"/>
      <w:sz w:val="20"/>
      <w:szCs w:val="20"/>
    </w:rPr>
  </w:style>
  <w:style w:type="table" w:styleId="Rcsostblzat">
    <w:name w:val="Table Grid"/>
    <w:basedOn w:val="Normltblzat"/>
    <w:uiPriority w:val="59"/>
    <w:rsid w:val="00E7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7Char">
    <w:name w:val="Címsor 7 Char"/>
    <w:basedOn w:val="Bekezdsalapbettpusa"/>
    <w:link w:val="Cmsor7"/>
    <w:uiPriority w:val="9"/>
    <w:semiHidden/>
    <w:rsid w:val="00557E11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678EE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678EE"/>
    <w:rPr>
      <w:rFonts w:ascii="Cambria" w:eastAsia="Times New Roman" w:hAnsi="Cambria" w:cs="Times New Roman"/>
      <w:lang w:eastAsia="hu-HU"/>
    </w:rPr>
  </w:style>
  <w:style w:type="paragraph" w:customStyle="1" w:styleId="cmsor1j">
    <w:name w:val="címsor 1 új"/>
    <w:basedOn w:val="Listaszerbekezds"/>
    <w:next w:val="Norml"/>
    <w:qFormat/>
    <w:rsid w:val="00557E11"/>
    <w:pPr>
      <w:pageBreakBefore/>
      <w:numPr>
        <w:numId w:val="5"/>
      </w:numPr>
      <w:tabs>
        <w:tab w:val="left" w:pos="426"/>
      </w:tabs>
      <w:spacing w:before="480" w:after="0" w:line="360" w:lineRule="auto"/>
      <w:contextualSpacing w:val="0"/>
      <w:outlineLvl w:val="1"/>
    </w:pPr>
    <w:rPr>
      <w:rFonts w:cs="Times New Roman"/>
      <w:b/>
      <w:sz w:val="28"/>
    </w:rPr>
  </w:style>
  <w:style w:type="paragraph" w:customStyle="1" w:styleId="cmsor2j">
    <w:name w:val="címsor 2 új"/>
    <w:basedOn w:val="Norml"/>
    <w:next w:val="Norml"/>
    <w:autoRedefine/>
    <w:qFormat/>
    <w:rsid w:val="00557E11"/>
    <w:pPr>
      <w:keepNext/>
      <w:numPr>
        <w:ilvl w:val="1"/>
        <w:numId w:val="5"/>
      </w:numPr>
      <w:tabs>
        <w:tab w:val="left" w:pos="567"/>
      </w:tabs>
      <w:spacing w:before="60" w:line="320" w:lineRule="atLeast"/>
      <w:outlineLvl w:val="1"/>
    </w:pPr>
    <w:rPr>
      <w:rFonts w:cs="Times New Roman"/>
      <w:b/>
      <w:sz w:val="26"/>
    </w:rPr>
  </w:style>
  <w:style w:type="paragraph" w:customStyle="1" w:styleId="cmsor3j">
    <w:name w:val="címsor 3 új"/>
    <w:basedOn w:val="Norml"/>
    <w:next w:val="Norml"/>
    <w:link w:val="cmsor3jChar"/>
    <w:qFormat/>
    <w:rsid w:val="00557E11"/>
    <w:pPr>
      <w:keepNext/>
      <w:numPr>
        <w:ilvl w:val="2"/>
        <w:numId w:val="5"/>
      </w:numPr>
      <w:tabs>
        <w:tab w:val="left" w:pos="709"/>
      </w:tabs>
      <w:spacing w:before="60" w:line="320" w:lineRule="atLeast"/>
      <w:outlineLvl w:val="1"/>
    </w:pPr>
    <w:rPr>
      <w:rFonts w:cs="Times New Roman"/>
      <w:b/>
      <w:sz w:val="24"/>
      <w:szCs w:val="24"/>
    </w:rPr>
  </w:style>
  <w:style w:type="character" w:customStyle="1" w:styleId="cmsor3jChar">
    <w:name w:val="címsor 3 új Char"/>
    <w:link w:val="cmsor3j"/>
    <w:rsid w:val="00557E11"/>
    <w:rPr>
      <w:rFonts w:ascii="Arial" w:eastAsia="Times New Roman" w:hAnsi="Arial" w:cs="Times New Roman"/>
      <w:b/>
      <w:sz w:val="24"/>
      <w:szCs w:val="24"/>
      <w:lang w:eastAsia="hu-HU"/>
    </w:rPr>
  </w:style>
  <w:style w:type="paragraph" w:customStyle="1" w:styleId="cmsor4j">
    <w:name w:val="címsor 4 új"/>
    <w:basedOn w:val="Norml"/>
    <w:next w:val="Norml"/>
    <w:qFormat/>
    <w:rsid w:val="00557E11"/>
    <w:pPr>
      <w:keepNext/>
      <w:numPr>
        <w:ilvl w:val="3"/>
        <w:numId w:val="5"/>
      </w:numPr>
      <w:tabs>
        <w:tab w:val="left" w:pos="567"/>
      </w:tabs>
      <w:spacing w:before="60" w:line="320" w:lineRule="atLeast"/>
      <w:outlineLvl w:val="1"/>
    </w:pPr>
    <w:rPr>
      <w:rFonts w:cs="Times New Roman"/>
      <w:b/>
    </w:rPr>
  </w:style>
  <w:style w:type="character" w:styleId="Ershangslyozs">
    <w:name w:val="Intense Emphasis"/>
    <w:basedOn w:val="Bekezdsalapbettpusa"/>
    <w:uiPriority w:val="21"/>
    <w:qFormat/>
    <w:rsid w:val="00557E11"/>
    <w:rPr>
      <w:b/>
      <w:bCs/>
      <w:i/>
      <w:iCs/>
      <w:color w:val="4F81BD" w:themeColor="accent1"/>
    </w:rPr>
  </w:style>
  <w:style w:type="table" w:styleId="Vilgosrnykols5jellszn">
    <w:name w:val="Light Shading Accent 5"/>
    <w:basedOn w:val="Normltblzat"/>
    <w:uiPriority w:val="60"/>
    <w:rsid w:val="000210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Kzepeslista15jellszn">
    <w:name w:val="Medium List 1 Accent 5"/>
    <w:basedOn w:val="Normltblzat"/>
    <w:uiPriority w:val="65"/>
    <w:rsid w:val="000210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Vilgoslista5jellszn">
    <w:name w:val="Light List Accent 5"/>
    <w:basedOn w:val="Normltblzat"/>
    <w:uiPriority w:val="61"/>
    <w:rsid w:val="00F3426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Kiemels">
    <w:name w:val="Emphasis"/>
    <w:basedOn w:val="Bekezdsalapbettpusa"/>
    <w:uiPriority w:val="20"/>
    <w:qFormat/>
    <w:rsid w:val="00557E11"/>
    <w:rPr>
      <w:i/>
      <w:iCs/>
    </w:rPr>
  </w:style>
  <w:style w:type="paragraph" w:customStyle="1" w:styleId="jogszabalyidezet">
    <w:name w:val="jogszabalyidezet"/>
    <w:basedOn w:val="Norml"/>
    <w:link w:val="jogszabalyidezetChar"/>
    <w:qFormat/>
    <w:rsid w:val="00557E11"/>
    <w:pPr>
      <w:ind w:left="708"/>
    </w:pPr>
    <w:rPr>
      <w:i/>
      <w:lang w:val="da-DK"/>
    </w:rPr>
  </w:style>
  <w:style w:type="character" w:customStyle="1" w:styleId="jogszabalyidezetChar">
    <w:name w:val="jogszabalyidezet Char"/>
    <w:basedOn w:val="Bekezdsalapbettpusa"/>
    <w:link w:val="jogszabalyidezet"/>
    <w:rsid w:val="00557E11"/>
    <w:rPr>
      <w:rFonts w:ascii="Arial" w:eastAsia="Times New Roman" w:hAnsi="Arial" w:cs="Arial"/>
      <w:i/>
      <w:lang w:val="da-DK" w:eastAsia="hu-HU"/>
    </w:rPr>
  </w:style>
  <w:style w:type="table" w:styleId="Kzepesrnykols25jellszn">
    <w:name w:val="Medium Shading 2 Accent 5"/>
    <w:basedOn w:val="Normltblzat"/>
    <w:uiPriority w:val="64"/>
    <w:rsid w:val="0005436B"/>
    <w:pPr>
      <w:spacing w:after="0" w:line="240" w:lineRule="auto"/>
    </w:pPr>
    <w:rPr>
      <w:rFonts w:ascii="Garamond" w:hAnsi="Garamond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Garamond" w:hAnsi="Garamond" w:hint="default"/>
        <w:b w:val="0"/>
        <w:bCs/>
        <w:i w:val="0"/>
        <w:caps w:val="0"/>
        <w:smallCaps w:val="0"/>
        <w:vanish w:val="0"/>
        <w:webHidden w:val="0"/>
        <w:color w:val="FFFFFF" w:themeColor="background1"/>
        <w:sz w:val="22"/>
        <w:szCs w:val="22"/>
        <w:u w:val="single"/>
        <w:specVanish w:val="0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nil"/>
          <w:insideV w:val="nil"/>
          <w:tl2br w:val="nil"/>
          <w:tr2bl w:val="nil"/>
        </w:tcBorders>
        <w:shd w:val="clear" w:color="auto" w:fill="4BACC6" w:themeFill="accent5"/>
        <w:vAlign w:val="bottom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Garamond" w:hAnsi="Garamond" w:hint="default"/>
        <w:color w:val="FFFFFF" w:themeColor="background1"/>
        <w:sz w:val="22"/>
        <w:szCs w:val="22"/>
        <w:u w:val="single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nil"/>
          <w:insideV w:val="nil"/>
          <w:tl2br w:val="nil"/>
          <w:tr2bl w:val="nil"/>
        </w:tcBorders>
        <w:shd w:val="clear" w:color="auto" w:fill="4BACC6" w:themeFill="accent5"/>
      </w:tcPr>
    </w:tblStylePr>
    <w:tblStylePr w:type="lastCol">
      <w:rPr>
        <w:rFonts w:ascii="Garamond" w:hAnsi="Garamond" w:hint="default"/>
        <w:b/>
        <w:bCs/>
        <w:color w:val="FFFFFF" w:themeColor="background1"/>
        <w:sz w:val="22"/>
        <w:szCs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ascii="Garamond" w:hAnsi="Garamond" w:hint="default"/>
        <w:sz w:val="22"/>
        <w:szCs w:val="22"/>
      </w:rPr>
      <w:tblPr/>
      <w:tcPr>
        <w:shd w:val="clear" w:color="auto" w:fill="D8D8D8" w:themeFill="background1" w:themeFillShade="D8"/>
      </w:tcPr>
    </w:tblStylePr>
    <w:tblStylePr w:type="band2Horz">
      <w:rPr>
        <w:rFonts w:ascii="Garamond" w:hAnsi="Garamond" w:hint="default"/>
        <w:sz w:val="22"/>
        <w:szCs w:val="22"/>
      </w:r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Kiemels2">
    <w:name w:val="Strong"/>
    <w:basedOn w:val="Bekezdsalapbettpusa"/>
    <w:uiPriority w:val="22"/>
    <w:qFormat/>
    <w:rsid w:val="00557E11"/>
    <w:rPr>
      <w:b/>
      <w:bCs/>
    </w:rPr>
  </w:style>
  <w:style w:type="table" w:styleId="Kzepesrnykols11jellszn">
    <w:name w:val="Medium Shading 1 Accent 1"/>
    <w:basedOn w:val="Normltblzat"/>
    <w:uiPriority w:val="63"/>
    <w:rsid w:val="006E78B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Vilgoslista1jellszn">
    <w:name w:val="Light List Accent 1"/>
    <w:basedOn w:val="Normltblzat"/>
    <w:uiPriority w:val="61"/>
    <w:rsid w:val="00B05EE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Kzepesrnykols15jellszn">
    <w:name w:val="Medium Shading 1 Accent 5"/>
    <w:basedOn w:val="Normltblzat"/>
    <w:uiPriority w:val="63"/>
    <w:rsid w:val="00F9719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12FE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H1"/>
    <w:next w:val="Norml"/>
    <w:link w:val="Cmsor1Char"/>
    <w:uiPriority w:val="9"/>
    <w:qFormat/>
    <w:rsid w:val="00557E11"/>
    <w:pPr>
      <w:numPr>
        <w:numId w:val="3"/>
      </w:numPr>
      <w:outlineLvl w:val="0"/>
    </w:pPr>
  </w:style>
  <w:style w:type="paragraph" w:styleId="Cmsor2">
    <w:name w:val="heading 2"/>
    <w:basedOn w:val="H1"/>
    <w:next w:val="Norml"/>
    <w:link w:val="Cmsor2Char"/>
    <w:semiHidden/>
    <w:unhideWhenUsed/>
    <w:qFormat/>
    <w:rsid w:val="00557E11"/>
    <w:pPr>
      <w:numPr>
        <w:ilvl w:val="1"/>
        <w:numId w:val="3"/>
      </w:numPr>
      <w:outlineLvl w:val="1"/>
    </w:pPr>
  </w:style>
  <w:style w:type="paragraph" w:styleId="Cmsor3">
    <w:name w:val="heading 3"/>
    <w:basedOn w:val="H1"/>
    <w:next w:val="Norml"/>
    <w:link w:val="Cmsor3Char"/>
    <w:uiPriority w:val="9"/>
    <w:semiHidden/>
    <w:unhideWhenUsed/>
    <w:qFormat/>
    <w:rsid w:val="00557E11"/>
    <w:pPr>
      <w:numPr>
        <w:ilvl w:val="2"/>
        <w:numId w:val="3"/>
      </w:numPr>
      <w:outlineLvl w:val="2"/>
    </w:pPr>
    <w:rPr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7E11"/>
    <w:pPr>
      <w:keepNext/>
      <w:keepLines/>
      <w:numPr>
        <w:ilvl w:val="3"/>
        <w:numId w:val="3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  <w:sz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57E11"/>
    <w:pPr>
      <w:numPr>
        <w:ilvl w:val="6"/>
        <w:numId w:val="5"/>
      </w:numPr>
      <w:spacing w:after="60" w:line="280" w:lineRule="atLeast"/>
      <w:outlineLvl w:val="6"/>
    </w:pPr>
    <w:rPr>
      <w:rFonts w:ascii="Calibri" w:hAnsi="Calibri" w:cs="Times New Roman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rsid w:val="00E678EE"/>
    <w:pPr>
      <w:numPr>
        <w:ilvl w:val="7"/>
        <w:numId w:val="5"/>
      </w:numPr>
      <w:spacing w:after="60" w:line="280" w:lineRule="atLeas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rsid w:val="00E678EE"/>
    <w:pPr>
      <w:numPr>
        <w:ilvl w:val="8"/>
        <w:numId w:val="5"/>
      </w:numPr>
      <w:spacing w:after="60" w:line="280" w:lineRule="atLeast"/>
      <w:outlineLvl w:val="8"/>
    </w:pPr>
    <w:rPr>
      <w:rFonts w:ascii="Cambria" w:hAnsi="Cambria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unhideWhenUsed/>
    <w:rsid w:val="00C13229"/>
    <w:pPr>
      <w:tabs>
        <w:tab w:val="left" w:pos="660"/>
        <w:tab w:val="right" w:leader="dot" w:pos="9062"/>
      </w:tabs>
      <w:spacing w:before="120" w:after="0"/>
      <w:jc w:val="left"/>
    </w:pPr>
    <w:rPr>
      <w:rFonts w:asciiTheme="minorHAnsi" w:hAnsiTheme="minorHAnsi"/>
      <w:b/>
      <w:sz w:val="24"/>
      <w:szCs w:val="24"/>
    </w:rPr>
  </w:style>
  <w:style w:type="paragraph" w:customStyle="1" w:styleId="H1">
    <w:name w:val="H1"/>
    <w:basedOn w:val="Norml"/>
    <w:qFormat/>
    <w:rsid w:val="00557E11"/>
    <w:rPr>
      <w:b/>
      <w:sz w:val="28"/>
      <w:szCs w:val="28"/>
    </w:rPr>
  </w:style>
  <w:style w:type="paragraph" w:customStyle="1" w:styleId="HH1">
    <w:name w:val="HH1"/>
    <w:basedOn w:val="H1"/>
    <w:qFormat/>
    <w:rsid w:val="00557E11"/>
    <w:pPr>
      <w:numPr>
        <w:numId w:val="4"/>
      </w:numPr>
    </w:pPr>
  </w:style>
  <w:style w:type="paragraph" w:customStyle="1" w:styleId="HH2">
    <w:name w:val="HH2"/>
    <w:basedOn w:val="Norml"/>
    <w:qFormat/>
    <w:rsid w:val="00557E11"/>
    <w:pPr>
      <w:numPr>
        <w:ilvl w:val="1"/>
        <w:numId w:val="4"/>
      </w:numPr>
    </w:pPr>
    <w:rPr>
      <w:b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614054"/>
    <w:pPr>
      <w:spacing w:before="0" w:after="0"/>
      <w:ind w:left="200"/>
      <w:jc w:val="left"/>
    </w:pPr>
    <w:rPr>
      <w:rFonts w:asciiTheme="minorHAnsi" w:hAnsiTheme="minorHAnsi"/>
      <w:b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557E11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557E11"/>
    <w:rPr>
      <w:rFonts w:ascii="Arial" w:eastAsia="Times New Roman" w:hAnsi="Arial" w:cs="Arial"/>
      <w:lang w:eastAsia="hu-HU"/>
    </w:rPr>
  </w:style>
  <w:style w:type="paragraph" w:customStyle="1" w:styleId="ListParagraph1">
    <w:name w:val="List Paragraph1"/>
    <w:aliases w:val="L-IT List Paragraph,List Paragraph11"/>
    <w:basedOn w:val="Norml"/>
    <w:uiPriority w:val="34"/>
    <w:rsid w:val="00614054"/>
    <w:pPr>
      <w:numPr>
        <w:numId w:val="1"/>
      </w:numPr>
      <w:spacing w:before="60" w:after="0"/>
    </w:pPr>
    <w:rPr>
      <w:rFonts w:ascii="Calibri" w:hAnsi="Calibri" w:cs="Times New Roman"/>
      <w:sz w:val="24"/>
      <w:szCs w:val="24"/>
    </w:rPr>
  </w:style>
  <w:style w:type="paragraph" w:customStyle="1" w:styleId="HH3">
    <w:name w:val="HH3"/>
    <w:basedOn w:val="HH1"/>
    <w:qFormat/>
    <w:rsid w:val="00557E11"/>
    <w:pPr>
      <w:numPr>
        <w:ilvl w:val="2"/>
      </w:numPr>
    </w:pPr>
    <w:rPr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614054"/>
    <w:pPr>
      <w:spacing w:before="0" w:after="0"/>
      <w:ind w:left="400"/>
      <w:jc w:val="left"/>
    </w:pPr>
    <w:rPr>
      <w:rFonts w:asciiTheme="minorHAnsi" w:hAnsiTheme="minorHAnsi"/>
    </w:rPr>
  </w:style>
  <w:style w:type="paragraph" w:customStyle="1" w:styleId="HH4">
    <w:name w:val="HH4"/>
    <w:basedOn w:val="HH3"/>
    <w:qFormat/>
    <w:rsid w:val="00557E11"/>
    <w:pPr>
      <w:numPr>
        <w:ilvl w:val="3"/>
      </w:numPr>
    </w:pPr>
  </w:style>
  <w:style w:type="paragraph" w:customStyle="1" w:styleId="b0t8">
    <w:name w:val="b0t8"/>
    <w:basedOn w:val="Norml"/>
    <w:uiPriority w:val="99"/>
    <w:rsid w:val="00614054"/>
    <w:pPr>
      <w:numPr>
        <w:ilvl w:val="2"/>
        <w:numId w:val="2"/>
      </w:numPr>
      <w:spacing w:before="120" w:line="276" w:lineRule="auto"/>
    </w:pPr>
    <w:rPr>
      <w:rFonts w:ascii="Tahoma" w:hAnsi="Tahoma" w:cs="Times New Roman"/>
      <w:sz w:val="16"/>
      <w:lang w:val="cs-CZ" w:eastAsia="en-US" w:bidi="en-US"/>
    </w:rPr>
  </w:style>
  <w:style w:type="paragraph" w:customStyle="1" w:styleId="Cmek">
    <w:name w:val="Címek"/>
    <w:basedOn w:val="Norml"/>
    <w:link w:val="CmekChar"/>
    <w:qFormat/>
    <w:rsid w:val="00557E11"/>
    <w:pPr>
      <w:spacing w:before="0" w:after="0" w:line="276" w:lineRule="auto"/>
      <w:jc w:val="center"/>
    </w:pPr>
    <w:rPr>
      <w:rFonts w:ascii="Calibri" w:hAnsi="Calibri" w:cs="Times New Roman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557E11"/>
    <w:rPr>
      <w:rFonts w:ascii="Calibri" w:eastAsia="Times New Roman" w:hAnsi="Calibri" w:cs="Times New Roman"/>
      <w:b/>
      <w:sz w:val="50"/>
      <w:szCs w:val="50"/>
      <w:lang w:bidi="en-US"/>
    </w:rPr>
  </w:style>
  <w:style w:type="paragraph" w:customStyle="1" w:styleId="Megvaltanszoveg1">
    <w:name w:val="Megvaltan_szoveg_1"/>
    <w:basedOn w:val="Norml"/>
    <w:rsid w:val="00614054"/>
    <w:pPr>
      <w:spacing w:before="60" w:line="360" w:lineRule="auto"/>
      <w:ind w:left="397"/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0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05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lAAA">
    <w:name w:val="NormálAAA"/>
    <w:basedOn w:val="Szvegtrzs"/>
    <w:link w:val="NormlAAAChar"/>
    <w:rsid w:val="000E532B"/>
    <w:pPr>
      <w:spacing w:before="60" w:after="60" w:line="280" w:lineRule="atLeast"/>
      <w:ind w:left="289"/>
    </w:pPr>
    <w:rPr>
      <w:rFonts w:cs="Times New Roman"/>
      <w:szCs w:val="20"/>
    </w:rPr>
  </w:style>
  <w:style w:type="character" w:customStyle="1" w:styleId="NormlAAAChar">
    <w:name w:val="NormálAAA Char"/>
    <w:link w:val="NormlAAA"/>
    <w:rsid w:val="000E532B"/>
    <w:rPr>
      <w:rFonts w:ascii="Arial" w:eastAsia="Times New Roman" w:hAnsi="Arial" w:cs="Times New Roman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0E532B"/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E532B"/>
    <w:rPr>
      <w:rFonts w:ascii="Arial" w:eastAsia="Times New Roman" w:hAnsi="Arial" w:cs="Arial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57E11"/>
    <w:rPr>
      <w:rFonts w:ascii="Arial" w:eastAsia="Times New Roman" w:hAnsi="Arial" w:cs="Arial"/>
      <w:b/>
      <w:sz w:val="28"/>
      <w:szCs w:val="28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57E11"/>
    <w:pPr>
      <w:numPr>
        <w:numId w:val="0"/>
      </w:numPr>
      <w:spacing w:line="276" w:lineRule="auto"/>
      <w:jc w:val="left"/>
      <w:outlineLvl w:val="9"/>
    </w:pPr>
  </w:style>
  <w:style w:type="character" w:styleId="Hiperhivatkozs">
    <w:name w:val="Hyperlink"/>
    <w:basedOn w:val="Bekezdsalapbettpusa"/>
    <w:uiPriority w:val="99"/>
    <w:unhideWhenUsed/>
    <w:rsid w:val="00574D26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F260A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F260A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nhideWhenUsed/>
    <w:rsid w:val="00AF260A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F260A"/>
    <w:rPr>
      <w:rFonts w:ascii="Arial" w:eastAsia="Times New Roman" w:hAnsi="Arial" w:cs="Arial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57E11"/>
    <w:rPr>
      <w:rFonts w:ascii="Arial" w:eastAsia="Times New Roman" w:hAnsi="Arial" w:cs="Arial"/>
      <w:b/>
      <w:sz w:val="28"/>
      <w:szCs w:val="28"/>
      <w:lang w:eastAsia="hu-HU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557E11"/>
    <w:pPr>
      <w:spacing w:before="0"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557E11"/>
    <w:rPr>
      <w:rFonts w:ascii="Arial" w:eastAsia="Times New Roman" w:hAnsi="Arial" w:cs="Arial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57E11"/>
    <w:rPr>
      <w:rFonts w:ascii="Arial" w:eastAsia="Times New Roman" w:hAnsi="Arial" w:cs="Arial"/>
      <w:b/>
      <w:b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7E11"/>
    <w:rPr>
      <w:rFonts w:asciiTheme="majorHAnsi" w:eastAsiaTheme="majorEastAsia" w:hAnsiTheme="majorHAnsi" w:cstheme="majorBidi"/>
      <w:b/>
      <w:bCs/>
      <w:iCs/>
      <w:sz w:val="24"/>
      <w:lang w:eastAsia="hu-HU"/>
    </w:rPr>
  </w:style>
  <w:style w:type="paragraph" w:styleId="Jegyzetszveg">
    <w:name w:val="annotation text"/>
    <w:basedOn w:val="Norml"/>
    <w:link w:val="JegyzetszvegChar"/>
    <w:uiPriority w:val="99"/>
    <w:rsid w:val="00CD00D4"/>
    <w:pPr>
      <w:spacing w:before="0"/>
    </w:pPr>
    <w:rPr>
      <w:rFonts w:ascii="Calibri" w:hAnsi="Calibri" w:cs="Times New Roman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D00D4"/>
    <w:rPr>
      <w:rFonts w:ascii="Calibri" w:eastAsia="Times New Roman" w:hAnsi="Calibri" w:cs="Times New Roman"/>
      <w:sz w:val="20"/>
      <w:szCs w:val="20"/>
    </w:rPr>
  </w:style>
  <w:style w:type="table" w:styleId="Rcsostblzat">
    <w:name w:val="Table Grid"/>
    <w:basedOn w:val="Normltblzat"/>
    <w:uiPriority w:val="59"/>
    <w:rsid w:val="00E7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7Char">
    <w:name w:val="Címsor 7 Char"/>
    <w:basedOn w:val="Bekezdsalapbettpusa"/>
    <w:link w:val="Cmsor7"/>
    <w:uiPriority w:val="9"/>
    <w:semiHidden/>
    <w:rsid w:val="00557E11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678EE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678EE"/>
    <w:rPr>
      <w:rFonts w:ascii="Cambria" w:eastAsia="Times New Roman" w:hAnsi="Cambria" w:cs="Times New Roman"/>
      <w:lang w:eastAsia="hu-HU"/>
    </w:rPr>
  </w:style>
  <w:style w:type="paragraph" w:customStyle="1" w:styleId="cmsor1j">
    <w:name w:val="címsor 1 új"/>
    <w:basedOn w:val="Listaszerbekezds"/>
    <w:next w:val="Norml"/>
    <w:qFormat/>
    <w:rsid w:val="00557E11"/>
    <w:pPr>
      <w:pageBreakBefore/>
      <w:numPr>
        <w:numId w:val="5"/>
      </w:numPr>
      <w:tabs>
        <w:tab w:val="left" w:pos="426"/>
      </w:tabs>
      <w:spacing w:before="480" w:after="0" w:line="360" w:lineRule="auto"/>
      <w:contextualSpacing w:val="0"/>
      <w:outlineLvl w:val="1"/>
    </w:pPr>
    <w:rPr>
      <w:rFonts w:cs="Times New Roman"/>
      <w:b/>
      <w:sz w:val="28"/>
    </w:rPr>
  </w:style>
  <w:style w:type="paragraph" w:customStyle="1" w:styleId="cmsor2j">
    <w:name w:val="címsor 2 új"/>
    <w:basedOn w:val="Norml"/>
    <w:next w:val="Norml"/>
    <w:autoRedefine/>
    <w:qFormat/>
    <w:rsid w:val="00557E11"/>
    <w:pPr>
      <w:keepNext/>
      <w:numPr>
        <w:ilvl w:val="1"/>
        <w:numId w:val="5"/>
      </w:numPr>
      <w:tabs>
        <w:tab w:val="left" w:pos="567"/>
      </w:tabs>
      <w:spacing w:before="60" w:line="320" w:lineRule="atLeast"/>
      <w:outlineLvl w:val="1"/>
    </w:pPr>
    <w:rPr>
      <w:rFonts w:cs="Times New Roman"/>
      <w:b/>
      <w:sz w:val="26"/>
    </w:rPr>
  </w:style>
  <w:style w:type="paragraph" w:customStyle="1" w:styleId="cmsor3j">
    <w:name w:val="címsor 3 új"/>
    <w:basedOn w:val="Norml"/>
    <w:next w:val="Norml"/>
    <w:link w:val="cmsor3jChar"/>
    <w:qFormat/>
    <w:rsid w:val="00557E11"/>
    <w:pPr>
      <w:keepNext/>
      <w:numPr>
        <w:ilvl w:val="2"/>
        <w:numId w:val="5"/>
      </w:numPr>
      <w:tabs>
        <w:tab w:val="left" w:pos="709"/>
      </w:tabs>
      <w:spacing w:before="60" w:line="320" w:lineRule="atLeast"/>
      <w:outlineLvl w:val="1"/>
    </w:pPr>
    <w:rPr>
      <w:rFonts w:cs="Times New Roman"/>
      <w:b/>
      <w:sz w:val="24"/>
      <w:szCs w:val="24"/>
    </w:rPr>
  </w:style>
  <w:style w:type="character" w:customStyle="1" w:styleId="cmsor3jChar">
    <w:name w:val="címsor 3 új Char"/>
    <w:link w:val="cmsor3j"/>
    <w:rsid w:val="00557E11"/>
    <w:rPr>
      <w:rFonts w:ascii="Arial" w:eastAsia="Times New Roman" w:hAnsi="Arial" w:cs="Times New Roman"/>
      <w:b/>
      <w:sz w:val="24"/>
      <w:szCs w:val="24"/>
      <w:lang w:eastAsia="hu-HU"/>
    </w:rPr>
  </w:style>
  <w:style w:type="paragraph" w:customStyle="1" w:styleId="cmsor4j">
    <w:name w:val="címsor 4 új"/>
    <w:basedOn w:val="Norml"/>
    <w:next w:val="Norml"/>
    <w:qFormat/>
    <w:rsid w:val="00557E11"/>
    <w:pPr>
      <w:keepNext/>
      <w:numPr>
        <w:ilvl w:val="3"/>
        <w:numId w:val="5"/>
      </w:numPr>
      <w:tabs>
        <w:tab w:val="left" w:pos="567"/>
      </w:tabs>
      <w:spacing w:before="60" w:line="320" w:lineRule="atLeast"/>
      <w:outlineLvl w:val="1"/>
    </w:pPr>
    <w:rPr>
      <w:rFonts w:cs="Times New Roman"/>
      <w:b/>
    </w:rPr>
  </w:style>
  <w:style w:type="character" w:styleId="Ershangslyozs">
    <w:name w:val="Intense Emphasis"/>
    <w:basedOn w:val="Bekezdsalapbettpusa"/>
    <w:uiPriority w:val="21"/>
    <w:qFormat/>
    <w:rsid w:val="00557E11"/>
    <w:rPr>
      <w:b/>
      <w:bCs/>
      <w:i/>
      <w:iCs/>
      <w:color w:val="4F81BD" w:themeColor="accent1"/>
    </w:rPr>
  </w:style>
  <w:style w:type="table" w:styleId="Vilgosrnykols5jellszn">
    <w:name w:val="Light Shading Accent 5"/>
    <w:basedOn w:val="Normltblzat"/>
    <w:uiPriority w:val="60"/>
    <w:rsid w:val="000210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Kzepeslista15jellszn">
    <w:name w:val="Medium List 1 Accent 5"/>
    <w:basedOn w:val="Normltblzat"/>
    <w:uiPriority w:val="65"/>
    <w:rsid w:val="000210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Vilgoslista5jellszn">
    <w:name w:val="Light List Accent 5"/>
    <w:basedOn w:val="Normltblzat"/>
    <w:uiPriority w:val="61"/>
    <w:rsid w:val="00F3426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Kiemels">
    <w:name w:val="Emphasis"/>
    <w:basedOn w:val="Bekezdsalapbettpusa"/>
    <w:uiPriority w:val="20"/>
    <w:qFormat/>
    <w:rsid w:val="00557E11"/>
    <w:rPr>
      <w:i/>
      <w:iCs/>
    </w:rPr>
  </w:style>
  <w:style w:type="paragraph" w:customStyle="1" w:styleId="jogszabalyidezet">
    <w:name w:val="jogszabalyidezet"/>
    <w:basedOn w:val="Norml"/>
    <w:link w:val="jogszabalyidezetChar"/>
    <w:qFormat/>
    <w:rsid w:val="00557E11"/>
    <w:pPr>
      <w:ind w:left="708"/>
    </w:pPr>
    <w:rPr>
      <w:i/>
      <w:lang w:val="da-DK"/>
    </w:rPr>
  </w:style>
  <w:style w:type="character" w:customStyle="1" w:styleId="jogszabalyidezetChar">
    <w:name w:val="jogszabalyidezet Char"/>
    <w:basedOn w:val="Bekezdsalapbettpusa"/>
    <w:link w:val="jogszabalyidezet"/>
    <w:rsid w:val="00557E11"/>
    <w:rPr>
      <w:rFonts w:ascii="Arial" w:eastAsia="Times New Roman" w:hAnsi="Arial" w:cs="Arial"/>
      <w:i/>
      <w:lang w:val="da-DK" w:eastAsia="hu-HU"/>
    </w:rPr>
  </w:style>
  <w:style w:type="table" w:styleId="Kzepesrnykols25jellszn">
    <w:name w:val="Medium Shading 2 Accent 5"/>
    <w:basedOn w:val="Normltblzat"/>
    <w:uiPriority w:val="64"/>
    <w:rsid w:val="0005436B"/>
    <w:pPr>
      <w:spacing w:after="0" w:line="240" w:lineRule="auto"/>
    </w:pPr>
    <w:rPr>
      <w:rFonts w:ascii="Garamond" w:hAnsi="Garamond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Garamond" w:hAnsi="Garamond" w:hint="default"/>
        <w:b w:val="0"/>
        <w:bCs/>
        <w:i w:val="0"/>
        <w:caps w:val="0"/>
        <w:smallCaps w:val="0"/>
        <w:vanish w:val="0"/>
        <w:webHidden w:val="0"/>
        <w:color w:val="FFFFFF" w:themeColor="background1"/>
        <w:sz w:val="22"/>
        <w:szCs w:val="22"/>
        <w:u w:val="single"/>
        <w:specVanish w:val="0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nil"/>
          <w:insideV w:val="nil"/>
          <w:tl2br w:val="nil"/>
          <w:tr2bl w:val="nil"/>
        </w:tcBorders>
        <w:shd w:val="clear" w:color="auto" w:fill="4BACC6" w:themeFill="accent5"/>
        <w:vAlign w:val="bottom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Garamond" w:hAnsi="Garamond" w:hint="default"/>
        <w:color w:val="FFFFFF" w:themeColor="background1"/>
        <w:sz w:val="22"/>
        <w:szCs w:val="22"/>
        <w:u w:val="single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nil"/>
          <w:insideV w:val="nil"/>
          <w:tl2br w:val="nil"/>
          <w:tr2bl w:val="nil"/>
        </w:tcBorders>
        <w:shd w:val="clear" w:color="auto" w:fill="4BACC6" w:themeFill="accent5"/>
      </w:tcPr>
    </w:tblStylePr>
    <w:tblStylePr w:type="lastCol">
      <w:rPr>
        <w:rFonts w:ascii="Garamond" w:hAnsi="Garamond" w:hint="default"/>
        <w:b/>
        <w:bCs/>
        <w:color w:val="FFFFFF" w:themeColor="background1"/>
        <w:sz w:val="22"/>
        <w:szCs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ascii="Garamond" w:hAnsi="Garamond" w:hint="default"/>
        <w:sz w:val="22"/>
        <w:szCs w:val="22"/>
      </w:rPr>
      <w:tblPr/>
      <w:tcPr>
        <w:shd w:val="clear" w:color="auto" w:fill="D8D8D8" w:themeFill="background1" w:themeFillShade="D8"/>
      </w:tcPr>
    </w:tblStylePr>
    <w:tblStylePr w:type="band2Horz">
      <w:rPr>
        <w:rFonts w:ascii="Garamond" w:hAnsi="Garamond" w:hint="default"/>
        <w:sz w:val="22"/>
        <w:szCs w:val="22"/>
      </w:r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Kiemels2">
    <w:name w:val="Strong"/>
    <w:basedOn w:val="Bekezdsalapbettpusa"/>
    <w:uiPriority w:val="22"/>
    <w:qFormat/>
    <w:rsid w:val="00557E11"/>
    <w:rPr>
      <w:b/>
      <w:bCs/>
    </w:rPr>
  </w:style>
  <w:style w:type="table" w:styleId="Kzepesrnykols11jellszn">
    <w:name w:val="Medium Shading 1 Accent 1"/>
    <w:basedOn w:val="Normltblzat"/>
    <w:uiPriority w:val="63"/>
    <w:rsid w:val="006E78B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Vilgoslista1jellszn">
    <w:name w:val="Light List Accent 1"/>
    <w:basedOn w:val="Normltblzat"/>
    <w:uiPriority w:val="61"/>
    <w:rsid w:val="00B05EE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Kzepesrnykols15jellszn">
    <w:name w:val="Medium Shading 1 Accent 5"/>
    <w:basedOn w:val="Normltblzat"/>
    <w:uiPriority w:val="63"/>
    <w:rsid w:val="00F9719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0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7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3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8.jpeg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olvari\Desktop\AS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D5D5087-4A5B-472F-9D28-49085A4D10C6}"/>
</file>

<file path=customXml/itemProps2.xml><?xml version="1.0" encoding="utf-8"?>
<ds:datastoreItem xmlns:ds="http://schemas.openxmlformats.org/officeDocument/2006/customXml" ds:itemID="{41794EB4-8B7C-459B-AB98-621018F9BD7E}"/>
</file>

<file path=customXml/itemProps3.xml><?xml version="1.0" encoding="utf-8"?>
<ds:datastoreItem xmlns:ds="http://schemas.openxmlformats.org/officeDocument/2006/customXml" ds:itemID="{5ED26A31-F21E-4E3B-B374-27E84390159B}"/>
</file>

<file path=customXml/itemProps4.xml><?xml version="1.0" encoding="utf-8"?>
<ds:datastoreItem xmlns:ds="http://schemas.openxmlformats.org/officeDocument/2006/customXml" ds:itemID="{36AE604C-9DEA-4324-91B8-3EAB45B94729}"/>
</file>

<file path=docProps/app.xml><?xml version="1.0" encoding="utf-8"?>
<Properties xmlns="http://schemas.openxmlformats.org/officeDocument/2006/extended-properties" xmlns:vt="http://schemas.openxmlformats.org/officeDocument/2006/docPropsVTypes">
  <Template>ASP</Template>
  <TotalTime>7</TotalTime>
  <Pages>1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Bolvari Attila</dc:creator>
  <cp:lastModifiedBy>Bolvari Attila</cp:lastModifiedBy>
  <cp:revision>8</cp:revision>
  <cp:lastPrinted>2014-11-05T14:30:00Z</cp:lastPrinted>
  <dcterms:created xsi:type="dcterms:W3CDTF">2014-05-29T13:17:00Z</dcterms:created>
  <dcterms:modified xsi:type="dcterms:W3CDTF">2014-11-05T14:30:00Z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